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142"/>
        <w:tblW w:w="0" w:type="auto"/>
        <w:tblLook w:val="01E0" w:firstRow="1" w:lastRow="1" w:firstColumn="1" w:lastColumn="1" w:noHBand="0" w:noVBand="0"/>
      </w:tblPr>
      <w:tblGrid>
        <w:gridCol w:w="1962"/>
        <w:gridCol w:w="7664"/>
        <w:gridCol w:w="13"/>
      </w:tblGrid>
      <w:tr w:rsidR="003B7DF9" w:rsidTr="00AD4CCC">
        <w:trPr>
          <w:gridAfter w:val="1"/>
          <w:wAfter w:w="13" w:type="dxa"/>
        </w:trPr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9725AE" w:rsidRDefault="003B7DF9" w:rsidP="00AD4CCC"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Patient:</w:t>
            </w:r>
          </w:p>
        </w:tc>
        <w:tc>
          <w:tcPr>
            <w:tcW w:w="776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AD4CCC" w:rsidRDefault="002370B1" w:rsidP="00AD4CC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3B7DF9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AD4CCC" w:rsidRDefault="003B7DF9" w:rsidP="00AD4CCC">
            <w:pPr>
              <w:rPr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76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AD4CCC" w:rsidRDefault="002370B1" w:rsidP="00DE78E2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</w:t>
            </w:r>
            <w:r w:rsidR="003B7DF9" w:rsidRPr="00AD4CCC"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="003B7DF9" w:rsidRPr="00AD4CCC">
              <w:rPr>
                <w:rFonts w:ascii="Arial" w:hAnsi="Arial" w:cs="Arial"/>
                <w:color w:val="808080"/>
                <w:sz w:val="18"/>
                <w:szCs w:val="18"/>
              </w:rPr>
              <w:t>Age:</w:t>
            </w:r>
            <w:r w:rsidR="003B7DF9" w:rsidRPr="00AD4CC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E78E2">
              <w:rPr>
                <w:rFonts w:ascii="Arial" w:hAnsi="Arial" w:cs="Arial"/>
                <w:sz w:val="18"/>
                <w:szCs w:val="18"/>
              </w:rPr>
              <w:t>43</w:t>
            </w:r>
          </w:p>
        </w:tc>
      </w:tr>
      <w:tr w:rsidR="003B7DF9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AD4CCC" w:rsidRDefault="00DA2BDB" w:rsidP="00AD4CCC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776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AD4CCC" w:rsidRDefault="00DA2BDB" w:rsidP="00EC385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D4CCC">
              <w:rPr>
                <w:rFonts w:ascii="Arial" w:hAnsi="Arial" w:cs="Arial"/>
                <w:sz w:val="18"/>
                <w:szCs w:val="18"/>
              </w:rPr>
              <w:t>DIS</w:t>
            </w:r>
            <w:r w:rsidR="00DE78E2">
              <w:rPr>
                <w:rFonts w:ascii="Arial" w:hAnsi="Arial" w:cs="Arial"/>
                <w:sz w:val="18"/>
                <w:szCs w:val="18"/>
              </w:rPr>
              <w:t>0304674</w:t>
            </w: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2BDB" w:rsidRPr="00AD4CCC" w:rsidRDefault="00DA2BDB" w:rsidP="00AD4CCC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Date of Scan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2BDB" w:rsidRPr="00AD4CCC" w:rsidRDefault="00DA2BDB" w:rsidP="00AD4CCC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D4CCC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AD4CCC">
              <w:rPr>
                <w:rFonts w:ascii="Arial" w:hAnsi="Arial" w:cs="Arial"/>
                <w:sz w:val="18"/>
                <w:szCs w:val="18"/>
              </w:rPr>
              <w:instrText xml:space="preserve"> CREATEDATE \@ "dddd, d MMMM yyyy" \* MERGEFORMAT </w:instrText>
            </w:r>
            <w:r w:rsidRPr="00AD4CC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DE78E2">
              <w:rPr>
                <w:rFonts w:ascii="Arial" w:hAnsi="Arial" w:cs="Arial"/>
                <w:noProof/>
                <w:sz w:val="18"/>
                <w:szCs w:val="18"/>
              </w:rPr>
              <w:t>Tuesday, 16 June 2020</w:t>
            </w:r>
            <w:r w:rsidRPr="00AD4CCC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2BDB" w:rsidRPr="00AD4CCC" w:rsidRDefault="00DA2BDB" w:rsidP="00AD4CCC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Ward/</w:t>
            </w:r>
            <w:proofErr w:type="spellStart"/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Dept</w:t>
            </w:r>
            <w:proofErr w:type="spellEnd"/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2BDB" w:rsidRPr="00AD4CCC" w:rsidRDefault="002370B1" w:rsidP="00AD4CC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2BDB" w:rsidRPr="00AD4CCC" w:rsidRDefault="00DA2BDB" w:rsidP="00AD4CCC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Referring Doctor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2BDB" w:rsidRPr="00AD4CCC" w:rsidRDefault="00DE78E2" w:rsidP="00AD4CCC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Mr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SC Harrison</w:t>
            </w: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2BDB" w:rsidRPr="00AD4CCC" w:rsidRDefault="00DA2BDB" w:rsidP="00AD4CCC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764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DE78E2" w:rsidP="00AD4CC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Sudden onset short distance claudication. Smoker.</w:t>
            </w: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2BDB" w:rsidRPr="00AD4CCC" w:rsidRDefault="00DA2BDB" w:rsidP="00AD4CCC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764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2BDB" w:rsidRPr="00AD4CCC" w:rsidRDefault="00DA2BDB" w:rsidP="00AD4CCC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9740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051E26" w:rsidP="00AD4CCC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41344" behindDoc="0" locked="0" layoutInCell="1" allowOverlap="1">
                      <wp:simplePos x="0" y="0"/>
                      <wp:positionH relativeFrom="column">
                        <wp:posOffset>180340</wp:posOffset>
                      </wp:positionH>
                      <wp:positionV relativeFrom="paragraph">
                        <wp:posOffset>59055</wp:posOffset>
                      </wp:positionV>
                      <wp:extent cx="5637530" cy="5010785"/>
                      <wp:effectExtent l="14605" t="8890" r="5715" b="0"/>
                      <wp:wrapNone/>
                      <wp:docPr id="39" name="Group 3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flipH="1">
                                <a:off x="0" y="0"/>
                                <a:ext cx="5637530" cy="5010785"/>
                                <a:chOff x="1470" y="3396"/>
                                <a:chExt cx="8878" cy="7891"/>
                              </a:xfrm>
                            </wpg:grpSpPr>
                            <wps:wsp>
                              <wps:cNvPr id="40" name="Freeform 356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8357" y="10035"/>
                                  <a:ext cx="161" cy="307"/>
                                </a:xfrm>
                                <a:custGeom>
                                  <a:avLst/>
                                  <a:gdLst>
                                    <a:gd name="T0" fmla="*/ 128 w 134"/>
                                    <a:gd name="T1" fmla="*/ 6 h 256"/>
                                    <a:gd name="T2" fmla="*/ 56 w 134"/>
                                    <a:gd name="T3" fmla="*/ 84 h 256"/>
                                    <a:gd name="T4" fmla="*/ 56 w 134"/>
                                    <a:gd name="T5" fmla="*/ 234 h 256"/>
                                    <a:gd name="T6" fmla="*/ 20 w 134"/>
                                    <a:gd name="T7" fmla="*/ 216 h 256"/>
                                    <a:gd name="T8" fmla="*/ 2 w 134"/>
                                    <a:gd name="T9" fmla="*/ 144 h 256"/>
                                    <a:gd name="T10" fmla="*/ 20 w 134"/>
                                    <a:gd name="T11" fmla="*/ 48 h 256"/>
                                    <a:gd name="T12" fmla="*/ 128 w 134"/>
                                    <a:gd name="T13" fmla="*/ 6 h 2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34" h="256">
                                      <a:moveTo>
                                        <a:pt x="128" y="6"/>
                                      </a:moveTo>
                                      <a:cubicBezTo>
                                        <a:pt x="134" y="12"/>
                                        <a:pt x="68" y="46"/>
                                        <a:pt x="56" y="84"/>
                                      </a:cubicBezTo>
                                      <a:cubicBezTo>
                                        <a:pt x="44" y="122"/>
                                        <a:pt x="62" y="212"/>
                                        <a:pt x="56" y="234"/>
                                      </a:cubicBezTo>
                                      <a:cubicBezTo>
                                        <a:pt x="50" y="256"/>
                                        <a:pt x="29" y="231"/>
                                        <a:pt x="20" y="216"/>
                                      </a:cubicBezTo>
                                      <a:cubicBezTo>
                                        <a:pt x="11" y="201"/>
                                        <a:pt x="2" y="172"/>
                                        <a:pt x="2" y="144"/>
                                      </a:cubicBezTo>
                                      <a:cubicBezTo>
                                        <a:pt x="2" y="116"/>
                                        <a:pt x="0" y="71"/>
                                        <a:pt x="20" y="48"/>
                                      </a:cubicBezTo>
                                      <a:cubicBezTo>
                                        <a:pt x="40" y="25"/>
                                        <a:pt x="122" y="0"/>
                                        <a:pt x="12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Freeform 357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3098" y="5837"/>
                                  <a:ext cx="1010" cy="925"/>
                                </a:xfrm>
                                <a:custGeom>
                                  <a:avLst/>
                                  <a:gdLst>
                                    <a:gd name="T0" fmla="*/ 0 w 408"/>
                                    <a:gd name="T1" fmla="*/ 0 h 384"/>
                                    <a:gd name="T2" fmla="*/ 120 w 408"/>
                                    <a:gd name="T3" fmla="*/ 204 h 384"/>
                                    <a:gd name="T4" fmla="*/ 408 w 408"/>
                                    <a:gd name="T5" fmla="*/ 384 h 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8" h="384">
                                      <a:moveTo>
                                        <a:pt x="0" y="0"/>
                                      </a:moveTo>
                                      <a:cubicBezTo>
                                        <a:pt x="26" y="70"/>
                                        <a:pt x="52" y="140"/>
                                        <a:pt x="120" y="204"/>
                                      </a:cubicBezTo>
                                      <a:cubicBezTo>
                                        <a:pt x="188" y="268"/>
                                        <a:pt x="298" y="326"/>
                                        <a:pt x="408" y="38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2" name="Freeform 358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6499" y="6756"/>
                                  <a:ext cx="531" cy="776"/>
                                </a:xfrm>
                                <a:custGeom>
                                  <a:avLst/>
                                  <a:gdLst>
                                    <a:gd name="T0" fmla="*/ 14 w 442"/>
                                    <a:gd name="T1" fmla="*/ 614 h 646"/>
                                    <a:gd name="T2" fmla="*/ 134 w 442"/>
                                    <a:gd name="T3" fmla="*/ 506 h 646"/>
                                    <a:gd name="T4" fmla="*/ 398 w 442"/>
                                    <a:gd name="T5" fmla="*/ 302 h 646"/>
                                    <a:gd name="T6" fmla="*/ 398 w 442"/>
                                    <a:gd name="T7" fmla="*/ 206 h 646"/>
                                    <a:gd name="T8" fmla="*/ 314 w 442"/>
                                    <a:gd name="T9" fmla="*/ 170 h 646"/>
                                    <a:gd name="T10" fmla="*/ 194 w 442"/>
                                    <a:gd name="T11" fmla="*/ 2 h 646"/>
                                    <a:gd name="T12" fmla="*/ 254 w 442"/>
                                    <a:gd name="T13" fmla="*/ 182 h 646"/>
                                    <a:gd name="T14" fmla="*/ 218 w 442"/>
                                    <a:gd name="T15" fmla="*/ 314 h 646"/>
                                    <a:gd name="T16" fmla="*/ 14 w 442"/>
                                    <a:gd name="T17" fmla="*/ 614 h 6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442" h="646">
                                      <a:moveTo>
                                        <a:pt x="14" y="614"/>
                                      </a:moveTo>
                                      <a:cubicBezTo>
                                        <a:pt x="0" y="646"/>
                                        <a:pt x="70" y="558"/>
                                        <a:pt x="134" y="506"/>
                                      </a:cubicBezTo>
                                      <a:cubicBezTo>
                                        <a:pt x="198" y="454"/>
                                        <a:pt x="354" y="352"/>
                                        <a:pt x="398" y="302"/>
                                      </a:cubicBezTo>
                                      <a:cubicBezTo>
                                        <a:pt x="442" y="252"/>
                                        <a:pt x="412" y="228"/>
                                        <a:pt x="398" y="206"/>
                                      </a:cubicBezTo>
                                      <a:cubicBezTo>
                                        <a:pt x="384" y="184"/>
                                        <a:pt x="348" y="204"/>
                                        <a:pt x="314" y="170"/>
                                      </a:cubicBezTo>
                                      <a:cubicBezTo>
                                        <a:pt x="280" y="136"/>
                                        <a:pt x="204" y="0"/>
                                        <a:pt x="194" y="2"/>
                                      </a:cubicBezTo>
                                      <a:cubicBezTo>
                                        <a:pt x="184" y="4"/>
                                        <a:pt x="250" y="130"/>
                                        <a:pt x="254" y="182"/>
                                      </a:cubicBezTo>
                                      <a:cubicBezTo>
                                        <a:pt x="258" y="234"/>
                                        <a:pt x="256" y="242"/>
                                        <a:pt x="218" y="314"/>
                                      </a:cubicBezTo>
                                      <a:cubicBezTo>
                                        <a:pt x="180" y="386"/>
                                        <a:pt x="28" y="582"/>
                                        <a:pt x="14" y="6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3" name="Freeform 359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7279" y="7364"/>
                                  <a:ext cx="1161" cy="3054"/>
                                </a:xfrm>
                                <a:custGeom>
                                  <a:avLst/>
                                  <a:gdLst>
                                    <a:gd name="T0" fmla="*/ 79 w 967"/>
                                    <a:gd name="T1" fmla="*/ 2543 h 2543"/>
                                    <a:gd name="T2" fmla="*/ 22 w 967"/>
                                    <a:gd name="T3" fmla="*/ 2464 h 2543"/>
                                    <a:gd name="T4" fmla="*/ 48 w 967"/>
                                    <a:gd name="T5" fmla="*/ 2279 h 2543"/>
                                    <a:gd name="T6" fmla="*/ 312 w 967"/>
                                    <a:gd name="T7" fmla="*/ 1686 h 2543"/>
                                    <a:gd name="T8" fmla="*/ 463 w 967"/>
                                    <a:gd name="T9" fmla="*/ 1288 h 2543"/>
                                    <a:gd name="T10" fmla="*/ 588 w 967"/>
                                    <a:gd name="T11" fmla="*/ 724 h 2543"/>
                                    <a:gd name="T12" fmla="*/ 744 w 967"/>
                                    <a:gd name="T13" fmla="*/ 282 h 2543"/>
                                    <a:gd name="T14" fmla="*/ 950 w 967"/>
                                    <a:gd name="T15" fmla="*/ 8 h 2543"/>
                                    <a:gd name="T16" fmla="*/ 847 w 967"/>
                                    <a:gd name="T17" fmla="*/ 330 h 2543"/>
                                    <a:gd name="T18" fmla="*/ 775 w 967"/>
                                    <a:gd name="T19" fmla="*/ 594 h 2543"/>
                                    <a:gd name="T20" fmla="*/ 682 w 967"/>
                                    <a:gd name="T21" fmla="*/ 983 h 2543"/>
                                    <a:gd name="T22" fmla="*/ 564 w 967"/>
                                    <a:gd name="T23" fmla="*/ 1410 h 2543"/>
                                    <a:gd name="T24" fmla="*/ 360 w 967"/>
                                    <a:gd name="T25" fmla="*/ 1861 h 2543"/>
                                    <a:gd name="T26" fmla="*/ 216 w 967"/>
                                    <a:gd name="T27" fmla="*/ 2262 h 25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967" h="2543">
                                      <a:moveTo>
                                        <a:pt x="79" y="2543"/>
                                      </a:moveTo>
                                      <a:cubicBezTo>
                                        <a:pt x="69" y="2530"/>
                                        <a:pt x="27" y="2508"/>
                                        <a:pt x="22" y="2464"/>
                                      </a:cubicBezTo>
                                      <a:cubicBezTo>
                                        <a:pt x="17" y="2420"/>
                                        <a:pt x="0" y="2409"/>
                                        <a:pt x="48" y="2279"/>
                                      </a:cubicBezTo>
                                      <a:cubicBezTo>
                                        <a:pt x="96" y="2149"/>
                                        <a:pt x="243" y="1851"/>
                                        <a:pt x="312" y="1686"/>
                                      </a:cubicBezTo>
                                      <a:cubicBezTo>
                                        <a:pt x="381" y="1521"/>
                                        <a:pt x="417" y="1448"/>
                                        <a:pt x="463" y="1288"/>
                                      </a:cubicBezTo>
                                      <a:cubicBezTo>
                                        <a:pt x="509" y="1128"/>
                                        <a:pt x="541" y="892"/>
                                        <a:pt x="588" y="724"/>
                                      </a:cubicBezTo>
                                      <a:cubicBezTo>
                                        <a:pt x="635" y="556"/>
                                        <a:pt x="684" y="401"/>
                                        <a:pt x="744" y="282"/>
                                      </a:cubicBezTo>
                                      <a:cubicBezTo>
                                        <a:pt x="804" y="163"/>
                                        <a:pt x="933" y="0"/>
                                        <a:pt x="950" y="8"/>
                                      </a:cubicBezTo>
                                      <a:cubicBezTo>
                                        <a:pt x="967" y="16"/>
                                        <a:pt x="876" y="232"/>
                                        <a:pt x="847" y="330"/>
                                      </a:cubicBezTo>
                                      <a:cubicBezTo>
                                        <a:pt x="818" y="428"/>
                                        <a:pt x="802" y="485"/>
                                        <a:pt x="775" y="594"/>
                                      </a:cubicBezTo>
                                      <a:cubicBezTo>
                                        <a:pt x="748" y="703"/>
                                        <a:pt x="717" y="847"/>
                                        <a:pt x="682" y="983"/>
                                      </a:cubicBezTo>
                                      <a:cubicBezTo>
                                        <a:pt x="647" y="1119"/>
                                        <a:pt x="618" y="1264"/>
                                        <a:pt x="564" y="1410"/>
                                      </a:cubicBezTo>
                                      <a:cubicBezTo>
                                        <a:pt x="510" y="1556"/>
                                        <a:pt x="418" y="1719"/>
                                        <a:pt x="360" y="1861"/>
                                      </a:cubicBezTo>
                                      <a:cubicBezTo>
                                        <a:pt x="302" y="2003"/>
                                        <a:pt x="246" y="2179"/>
                                        <a:pt x="216" y="22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4" name="Freeform 360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7438" y="6880"/>
                                  <a:ext cx="1158" cy="3369"/>
                                </a:xfrm>
                                <a:custGeom>
                                  <a:avLst/>
                                  <a:gdLst>
                                    <a:gd name="T0" fmla="*/ 0 w 965"/>
                                    <a:gd name="T1" fmla="*/ 2530 h 2806"/>
                                    <a:gd name="T2" fmla="*/ 132 w 965"/>
                                    <a:gd name="T3" fmla="*/ 2158 h 2806"/>
                                    <a:gd name="T4" fmla="*/ 353 w 965"/>
                                    <a:gd name="T5" fmla="*/ 1676 h 2806"/>
                                    <a:gd name="T6" fmla="*/ 497 w 965"/>
                                    <a:gd name="T7" fmla="*/ 1148 h 2806"/>
                                    <a:gd name="T8" fmla="*/ 574 w 965"/>
                                    <a:gd name="T9" fmla="*/ 864 h 2806"/>
                                    <a:gd name="T10" fmla="*/ 725 w 965"/>
                                    <a:gd name="T11" fmla="*/ 332 h 2806"/>
                                    <a:gd name="T12" fmla="*/ 833 w 965"/>
                                    <a:gd name="T13" fmla="*/ 12 h 2806"/>
                                    <a:gd name="T14" fmla="*/ 958 w 965"/>
                                    <a:gd name="T15" fmla="*/ 406 h 2806"/>
                                    <a:gd name="T16" fmla="*/ 874 w 965"/>
                                    <a:gd name="T17" fmla="*/ 824 h 2806"/>
                                    <a:gd name="T18" fmla="*/ 540 w 965"/>
                                    <a:gd name="T19" fmla="*/ 1522 h 2806"/>
                                    <a:gd name="T20" fmla="*/ 290 w 965"/>
                                    <a:gd name="T21" fmla="*/ 2040 h 2806"/>
                                    <a:gd name="T22" fmla="*/ 151 w 965"/>
                                    <a:gd name="T23" fmla="*/ 2376 h 2806"/>
                                    <a:gd name="T24" fmla="*/ 120 w 965"/>
                                    <a:gd name="T25" fmla="*/ 2806 h 280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965" h="2806">
                                      <a:moveTo>
                                        <a:pt x="0" y="2530"/>
                                      </a:moveTo>
                                      <a:cubicBezTo>
                                        <a:pt x="34" y="2422"/>
                                        <a:pt x="73" y="2300"/>
                                        <a:pt x="132" y="2158"/>
                                      </a:cubicBezTo>
                                      <a:cubicBezTo>
                                        <a:pt x="191" y="2016"/>
                                        <a:pt x="292" y="1844"/>
                                        <a:pt x="353" y="1676"/>
                                      </a:cubicBezTo>
                                      <a:cubicBezTo>
                                        <a:pt x="414" y="1508"/>
                                        <a:pt x="460" y="1283"/>
                                        <a:pt x="497" y="1148"/>
                                      </a:cubicBezTo>
                                      <a:cubicBezTo>
                                        <a:pt x="534" y="1013"/>
                                        <a:pt x="536" y="1000"/>
                                        <a:pt x="574" y="864"/>
                                      </a:cubicBezTo>
                                      <a:cubicBezTo>
                                        <a:pt x="612" y="728"/>
                                        <a:pt x="682" y="474"/>
                                        <a:pt x="725" y="332"/>
                                      </a:cubicBezTo>
                                      <a:cubicBezTo>
                                        <a:pt x="768" y="190"/>
                                        <a:pt x="794" y="0"/>
                                        <a:pt x="833" y="12"/>
                                      </a:cubicBezTo>
                                      <a:cubicBezTo>
                                        <a:pt x="872" y="24"/>
                                        <a:pt x="951" y="271"/>
                                        <a:pt x="958" y="406"/>
                                      </a:cubicBezTo>
                                      <a:cubicBezTo>
                                        <a:pt x="965" y="541"/>
                                        <a:pt x="944" y="638"/>
                                        <a:pt x="874" y="824"/>
                                      </a:cubicBezTo>
                                      <a:cubicBezTo>
                                        <a:pt x="804" y="1010"/>
                                        <a:pt x="637" y="1319"/>
                                        <a:pt x="540" y="1522"/>
                                      </a:cubicBezTo>
                                      <a:cubicBezTo>
                                        <a:pt x="443" y="1725"/>
                                        <a:pt x="355" y="1898"/>
                                        <a:pt x="290" y="2040"/>
                                      </a:cubicBezTo>
                                      <a:cubicBezTo>
                                        <a:pt x="225" y="2182"/>
                                        <a:pt x="179" y="2249"/>
                                        <a:pt x="151" y="2376"/>
                                      </a:cubicBezTo>
                                      <a:cubicBezTo>
                                        <a:pt x="123" y="2503"/>
                                        <a:pt x="126" y="2717"/>
                                        <a:pt x="120" y="280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" name="Freeform 361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6032" y="4064"/>
                                  <a:ext cx="1313" cy="6831"/>
                                </a:xfrm>
                                <a:custGeom>
                                  <a:avLst/>
                                  <a:gdLst>
                                    <a:gd name="T0" fmla="*/ 269 w 1094"/>
                                    <a:gd name="T1" fmla="*/ 490 h 5688"/>
                                    <a:gd name="T2" fmla="*/ 203 w 1094"/>
                                    <a:gd name="T3" fmla="*/ 28 h 5688"/>
                                    <a:gd name="T4" fmla="*/ 509 w 1094"/>
                                    <a:gd name="T5" fmla="*/ 658 h 5688"/>
                                    <a:gd name="T6" fmla="*/ 893 w 1094"/>
                                    <a:gd name="T7" fmla="*/ 1600 h 5688"/>
                                    <a:gd name="T8" fmla="*/ 1037 w 1094"/>
                                    <a:gd name="T9" fmla="*/ 2086 h 5688"/>
                                    <a:gd name="T10" fmla="*/ 1087 w 1094"/>
                                    <a:gd name="T11" fmla="*/ 2717 h 5688"/>
                                    <a:gd name="T12" fmla="*/ 994 w 1094"/>
                                    <a:gd name="T13" fmla="*/ 3005 h 5688"/>
                                    <a:gd name="T14" fmla="*/ 778 w 1094"/>
                                    <a:gd name="T15" fmla="*/ 3281 h 5688"/>
                                    <a:gd name="T16" fmla="*/ 595 w 1094"/>
                                    <a:gd name="T17" fmla="*/ 3740 h 5688"/>
                                    <a:gd name="T18" fmla="*/ 439 w 1094"/>
                                    <a:gd name="T19" fmla="*/ 4407 h 5688"/>
                                    <a:gd name="T20" fmla="*/ 171 w 1094"/>
                                    <a:gd name="T21" fmla="*/ 5060 h 5688"/>
                                    <a:gd name="T22" fmla="*/ 39 w 1094"/>
                                    <a:gd name="T23" fmla="*/ 5384 h 5688"/>
                                    <a:gd name="T24" fmla="*/ 10 w 1094"/>
                                    <a:gd name="T25" fmla="*/ 5561 h 5688"/>
                                    <a:gd name="T26" fmla="*/ 99 w 1094"/>
                                    <a:gd name="T27" fmla="*/ 5688 h 568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094" h="5688">
                                      <a:moveTo>
                                        <a:pt x="269" y="490"/>
                                      </a:moveTo>
                                      <a:cubicBezTo>
                                        <a:pt x="258" y="413"/>
                                        <a:pt x="163" y="0"/>
                                        <a:pt x="203" y="28"/>
                                      </a:cubicBezTo>
                                      <a:cubicBezTo>
                                        <a:pt x="243" y="56"/>
                                        <a:pt x="394" y="396"/>
                                        <a:pt x="509" y="658"/>
                                      </a:cubicBezTo>
                                      <a:cubicBezTo>
                                        <a:pt x="624" y="920"/>
                                        <a:pt x="805" y="1362"/>
                                        <a:pt x="893" y="1600"/>
                                      </a:cubicBezTo>
                                      <a:cubicBezTo>
                                        <a:pt x="981" y="1838"/>
                                        <a:pt x="1005" y="1900"/>
                                        <a:pt x="1037" y="2086"/>
                                      </a:cubicBezTo>
                                      <a:cubicBezTo>
                                        <a:pt x="1069" y="2272"/>
                                        <a:pt x="1094" y="2564"/>
                                        <a:pt x="1087" y="2717"/>
                                      </a:cubicBezTo>
                                      <a:cubicBezTo>
                                        <a:pt x="1080" y="2870"/>
                                        <a:pt x="1045" y="2911"/>
                                        <a:pt x="994" y="3005"/>
                                      </a:cubicBezTo>
                                      <a:cubicBezTo>
                                        <a:pt x="943" y="3099"/>
                                        <a:pt x="844" y="3159"/>
                                        <a:pt x="778" y="3281"/>
                                      </a:cubicBezTo>
                                      <a:cubicBezTo>
                                        <a:pt x="712" y="3403"/>
                                        <a:pt x="651" y="3552"/>
                                        <a:pt x="595" y="3740"/>
                                      </a:cubicBezTo>
                                      <a:cubicBezTo>
                                        <a:pt x="539" y="3928"/>
                                        <a:pt x="510" y="4187"/>
                                        <a:pt x="439" y="4407"/>
                                      </a:cubicBezTo>
                                      <a:cubicBezTo>
                                        <a:pt x="368" y="4627"/>
                                        <a:pt x="238" y="4897"/>
                                        <a:pt x="171" y="5060"/>
                                      </a:cubicBezTo>
                                      <a:cubicBezTo>
                                        <a:pt x="104" y="5223"/>
                                        <a:pt x="66" y="5301"/>
                                        <a:pt x="39" y="5384"/>
                                      </a:cubicBezTo>
                                      <a:cubicBezTo>
                                        <a:pt x="12" y="5467"/>
                                        <a:pt x="0" y="5510"/>
                                        <a:pt x="10" y="5561"/>
                                      </a:cubicBezTo>
                                      <a:cubicBezTo>
                                        <a:pt x="20" y="5612"/>
                                        <a:pt x="81" y="5662"/>
                                        <a:pt x="99" y="568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" name="Freeform 362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2637" y="4725"/>
                                  <a:ext cx="1886" cy="922"/>
                                </a:xfrm>
                                <a:custGeom>
                                  <a:avLst/>
                                  <a:gdLst>
                                    <a:gd name="T0" fmla="*/ 1769 w 1886"/>
                                    <a:gd name="T1" fmla="*/ 273 h 922"/>
                                    <a:gd name="T2" fmla="*/ 1877 w 1886"/>
                                    <a:gd name="T3" fmla="*/ 39 h 922"/>
                                    <a:gd name="T4" fmla="*/ 1715 w 1886"/>
                                    <a:gd name="T5" fmla="*/ 39 h 922"/>
                                    <a:gd name="T6" fmla="*/ 1344 w 1886"/>
                                    <a:gd name="T7" fmla="*/ 132 h 922"/>
                                    <a:gd name="T8" fmla="*/ 756 w 1886"/>
                                    <a:gd name="T9" fmla="*/ 325 h 922"/>
                                    <a:gd name="T10" fmla="*/ 430 w 1886"/>
                                    <a:gd name="T11" fmla="*/ 568 h 922"/>
                                    <a:gd name="T12" fmla="*/ 0 w 1886"/>
                                    <a:gd name="T13" fmla="*/ 922 h 92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886" h="922">
                                      <a:moveTo>
                                        <a:pt x="1769" y="273"/>
                                      </a:moveTo>
                                      <a:cubicBezTo>
                                        <a:pt x="1786" y="234"/>
                                        <a:pt x="1886" y="78"/>
                                        <a:pt x="1877" y="39"/>
                                      </a:cubicBezTo>
                                      <a:cubicBezTo>
                                        <a:pt x="1868" y="0"/>
                                        <a:pt x="1804" y="24"/>
                                        <a:pt x="1715" y="39"/>
                                      </a:cubicBezTo>
                                      <a:cubicBezTo>
                                        <a:pt x="1626" y="54"/>
                                        <a:pt x="1504" y="84"/>
                                        <a:pt x="1344" y="132"/>
                                      </a:cubicBezTo>
                                      <a:cubicBezTo>
                                        <a:pt x="1184" y="180"/>
                                        <a:pt x="909" y="252"/>
                                        <a:pt x="756" y="325"/>
                                      </a:cubicBezTo>
                                      <a:cubicBezTo>
                                        <a:pt x="604" y="398"/>
                                        <a:pt x="556" y="468"/>
                                        <a:pt x="430" y="568"/>
                                      </a:cubicBezTo>
                                      <a:cubicBezTo>
                                        <a:pt x="303" y="667"/>
                                        <a:pt x="88" y="848"/>
                                        <a:pt x="0" y="92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" name="Freeform 363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3972" y="3952"/>
                                  <a:ext cx="581" cy="714"/>
                                </a:xfrm>
                                <a:custGeom>
                                  <a:avLst/>
                                  <a:gdLst>
                                    <a:gd name="T0" fmla="*/ 470 w 484"/>
                                    <a:gd name="T1" fmla="*/ 581 h 595"/>
                                    <a:gd name="T2" fmla="*/ 405 w 484"/>
                                    <a:gd name="T3" fmla="*/ 497 h 595"/>
                                    <a:gd name="T4" fmla="*/ 309 w 484"/>
                                    <a:gd name="T5" fmla="*/ 367 h 595"/>
                                    <a:gd name="T6" fmla="*/ 252 w 484"/>
                                    <a:gd name="T7" fmla="*/ 228 h 595"/>
                                    <a:gd name="T8" fmla="*/ 223 w 484"/>
                                    <a:gd name="T9" fmla="*/ 137 h 595"/>
                                    <a:gd name="T10" fmla="*/ 184 w 484"/>
                                    <a:gd name="T11" fmla="*/ 106 h 595"/>
                                    <a:gd name="T12" fmla="*/ 21 w 484"/>
                                    <a:gd name="T13" fmla="*/ 5 h 595"/>
                                    <a:gd name="T14" fmla="*/ 60 w 484"/>
                                    <a:gd name="T15" fmla="*/ 75 h 595"/>
                                    <a:gd name="T16" fmla="*/ 177 w 484"/>
                                    <a:gd name="T17" fmla="*/ 223 h 595"/>
                                    <a:gd name="T18" fmla="*/ 321 w 484"/>
                                    <a:gd name="T19" fmla="*/ 415 h 595"/>
                                    <a:gd name="T20" fmla="*/ 470 w 484"/>
                                    <a:gd name="T21" fmla="*/ 581 h 5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484" h="595">
                                      <a:moveTo>
                                        <a:pt x="470" y="581"/>
                                      </a:moveTo>
                                      <a:cubicBezTo>
                                        <a:pt x="484" y="595"/>
                                        <a:pt x="432" y="533"/>
                                        <a:pt x="405" y="497"/>
                                      </a:cubicBezTo>
                                      <a:cubicBezTo>
                                        <a:pt x="378" y="461"/>
                                        <a:pt x="334" y="412"/>
                                        <a:pt x="309" y="367"/>
                                      </a:cubicBezTo>
                                      <a:cubicBezTo>
                                        <a:pt x="284" y="322"/>
                                        <a:pt x="266" y="266"/>
                                        <a:pt x="252" y="228"/>
                                      </a:cubicBezTo>
                                      <a:cubicBezTo>
                                        <a:pt x="238" y="190"/>
                                        <a:pt x="234" y="157"/>
                                        <a:pt x="223" y="137"/>
                                      </a:cubicBezTo>
                                      <a:cubicBezTo>
                                        <a:pt x="212" y="117"/>
                                        <a:pt x="218" y="128"/>
                                        <a:pt x="184" y="106"/>
                                      </a:cubicBezTo>
                                      <a:cubicBezTo>
                                        <a:pt x="150" y="84"/>
                                        <a:pt x="42" y="10"/>
                                        <a:pt x="21" y="5"/>
                                      </a:cubicBezTo>
                                      <a:cubicBezTo>
                                        <a:pt x="0" y="0"/>
                                        <a:pt x="34" y="39"/>
                                        <a:pt x="60" y="75"/>
                                      </a:cubicBezTo>
                                      <a:cubicBezTo>
                                        <a:pt x="86" y="111"/>
                                        <a:pt x="134" y="166"/>
                                        <a:pt x="177" y="223"/>
                                      </a:cubicBezTo>
                                      <a:cubicBezTo>
                                        <a:pt x="220" y="280"/>
                                        <a:pt x="274" y="354"/>
                                        <a:pt x="321" y="415"/>
                                      </a:cubicBezTo>
                                      <a:cubicBezTo>
                                        <a:pt x="368" y="476"/>
                                        <a:pt x="456" y="567"/>
                                        <a:pt x="470" y="58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Freeform 364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3776" y="5456"/>
                                  <a:ext cx="221" cy="991"/>
                                </a:xfrm>
                                <a:custGeom>
                                  <a:avLst/>
                                  <a:gdLst>
                                    <a:gd name="T0" fmla="*/ 15 w 184"/>
                                    <a:gd name="T1" fmla="*/ 177 h 825"/>
                                    <a:gd name="T2" fmla="*/ 87 w 184"/>
                                    <a:gd name="T3" fmla="*/ 485 h 825"/>
                                    <a:gd name="T4" fmla="*/ 131 w 184"/>
                                    <a:gd name="T5" fmla="*/ 811 h 825"/>
                                    <a:gd name="T6" fmla="*/ 147 w 184"/>
                                    <a:gd name="T7" fmla="*/ 571 h 825"/>
                                    <a:gd name="T8" fmla="*/ 171 w 184"/>
                                    <a:gd name="T9" fmla="*/ 252 h 825"/>
                                    <a:gd name="T10" fmla="*/ 174 w 184"/>
                                    <a:gd name="T11" fmla="*/ 165 h 825"/>
                                    <a:gd name="T12" fmla="*/ 109 w 184"/>
                                    <a:gd name="T13" fmla="*/ 120 h 825"/>
                                    <a:gd name="T14" fmla="*/ 15 w 184"/>
                                    <a:gd name="T15" fmla="*/ 9 h 825"/>
                                    <a:gd name="T16" fmla="*/ 15 w 184"/>
                                    <a:gd name="T17" fmla="*/ 177 h 8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184" h="825">
                                      <a:moveTo>
                                        <a:pt x="15" y="177"/>
                                      </a:moveTo>
                                      <a:cubicBezTo>
                                        <a:pt x="27" y="256"/>
                                        <a:pt x="68" y="379"/>
                                        <a:pt x="87" y="485"/>
                                      </a:cubicBezTo>
                                      <a:cubicBezTo>
                                        <a:pt x="106" y="591"/>
                                        <a:pt x="121" y="797"/>
                                        <a:pt x="131" y="811"/>
                                      </a:cubicBezTo>
                                      <a:cubicBezTo>
                                        <a:pt x="141" y="825"/>
                                        <a:pt x="140" y="664"/>
                                        <a:pt x="147" y="571"/>
                                      </a:cubicBezTo>
                                      <a:cubicBezTo>
                                        <a:pt x="154" y="478"/>
                                        <a:pt x="167" y="320"/>
                                        <a:pt x="171" y="252"/>
                                      </a:cubicBezTo>
                                      <a:cubicBezTo>
                                        <a:pt x="175" y="184"/>
                                        <a:pt x="184" y="187"/>
                                        <a:pt x="174" y="165"/>
                                      </a:cubicBezTo>
                                      <a:cubicBezTo>
                                        <a:pt x="164" y="143"/>
                                        <a:pt x="136" y="146"/>
                                        <a:pt x="109" y="120"/>
                                      </a:cubicBezTo>
                                      <a:cubicBezTo>
                                        <a:pt x="82" y="94"/>
                                        <a:pt x="30" y="0"/>
                                        <a:pt x="15" y="9"/>
                                      </a:cubicBezTo>
                                      <a:cubicBezTo>
                                        <a:pt x="0" y="18"/>
                                        <a:pt x="3" y="98"/>
                                        <a:pt x="15" y="17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9" name="Freeform 365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7227" y="5626"/>
                                  <a:ext cx="185" cy="123"/>
                                </a:xfrm>
                                <a:custGeom>
                                  <a:avLst/>
                                  <a:gdLst>
                                    <a:gd name="T0" fmla="*/ 146 w 154"/>
                                    <a:gd name="T1" fmla="*/ 102 h 102"/>
                                    <a:gd name="T2" fmla="*/ 86 w 154"/>
                                    <a:gd name="T3" fmla="*/ 42 h 102"/>
                                    <a:gd name="T4" fmla="*/ 2 w 154"/>
                                    <a:gd name="T5" fmla="*/ 6 h 102"/>
                                    <a:gd name="T6" fmla="*/ 98 w 154"/>
                                    <a:gd name="T7" fmla="*/ 6 h 102"/>
                                    <a:gd name="T8" fmla="*/ 134 w 154"/>
                                    <a:gd name="T9" fmla="*/ 42 h 102"/>
                                    <a:gd name="T10" fmla="*/ 146 w 154"/>
                                    <a:gd name="T11" fmla="*/ 102 h 1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54" h="102">
                                      <a:moveTo>
                                        <a:pt x="146" y="102"/>
                                      </a:moveTo>
                                      <a:cubicBezTo>
                                        <a:pt x="138" y="102"/>
                                        <a:pt x="110" y="58"/>
                                        <a:pt x="86" y="42"/>
                                      </a:cubicBezTo>
                                      <a:cubicBezTo>
                                        <a:pt x="62" y="26"/>
                                        <a:pt x="0" y="12"/>
                                        <a:pt x="2" y="6"/>
                                      </a:cubicBezTo>
                                      <a:cubicBezTo>
                                        <a:pt x="4" y="0"/>
                                        <a:pt x="76" y="0"/>
                                        <a:pt x="98" y="6"/>
                                      </a:cubicBezTo>
                                      <a:cubicBezTo>
                                        <a:pt x="120" y="12"/>
                                        <a:pt x="128" y="27"/>
                                        <a:pt x="134" y="42"/>
                                      </a:cubicBezTo>
                                      <a:cubicBezTo>
                                        <a:pt x="140" y="57"/>
                                        <a:pt x="154" y="102"/>
                                        <a:pt x="146" y="1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0" name="Freeform 366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7581" y="6227"/>
                                  <a:ext cx="277" cy="1091"/>
                                </a:xfrm>
                                <a:custGeom>
                                  <a:avLst/>
                                  <a:gdLst>
                                    <a:gd name="T0" fmla="*/ 175 w 230"/>
                                    <a:gd name="T1" fmla="*/ 2 h 909"/>
                                    <a:gd name="T2" fmla="*/ 163 w 230"/>
                                    <a:gd name="T3" fmla="*/ 254 h 909"/>
                                    <a:gd name="T4" fmla="*/ 211 w 230"/>
                                    <a:gd name="T5" fmla="*/ 488 h 909"/>
                                    <a:gd name="T6" fmla="*/ 49 w 230"/>
                                    <a:gd name="T7" fmla="*/ 866 h 909"/>
                                    <a:gd name="T8" fmla="*/ 25 w 230"/>
                                    <a:gd name="T9" fmla="*/ 746 h 909"/>
                                    <a:gd name="T10" fmla="*/ 199 w 230"/>
                                    <a:gd name="T11" fmla="*/ 494 h 909"/>
                                    <a:gd name="T12" fmla="*/ 151 w 230"/>
                                    <a:gd name="T13" fmla="*/ 368 h 909"/>
                                    <a:gd name="T14" fmla="*/ 121 w 230"/>
                                    <a:gd name="T15" fmla="*/ 242 h 909"/>
                                    <a:gd name="T16" fmla="*/ 175 w 230"/>
                                    <a:gd name="T17" fmla="*/ 2 h 90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230" h="909">
                                      <a:moveTo>
                                        <a:pt x="175" y="2"/>
                                      </a:moveTo>
                                      <a:cubicBezTo>
                                        <a:pt x="182" y="4"/>
                                        <a:pt x="157" y="173"/>
                                        <a:pt x="163" y="254"/>
                                      </a:cubicBezTo>
                                      <a:cubicBezTo>
                                        <a:pt x="169" y="335"/>
                                        <a:pt x="230" y="386"/>
                                        <a:pt x="211" y="488"/>
                                      </a:cubicBezTo>
                                      <a:cubicBezTo>
                                        <a:pt x="192" y="590"/>
                                        <a:pt x="80" y="823"/>
                                        <a:pt x="49" y="866"/>
                                      </a:cubicBezTo>
                                      <a:cubicBezTo>
                                        <a:pt x="18" y="909"/>
                                        <a:pt x="0" y="808"/>
                                        <a:pt x="25" y="746"/>
                                      </a:cubicBezTo>
                                      <a:cubicBezTo>
                                        <a:pt x="50" y="684"/>
                                        <a:pt x="178" y="557"/>
                                        <a:pt x="199" y="494"/>
                                      </a:cubicBezTo>
                                      <a:cubicBezTo>
                                        <a:pt x="220" y="431"/>
                                        <a:pt x="164" y="410"/>
                                        <a:pt x="151" y="368"/>
                                      </a:cubicBezTo>
                                      <a:cubicBezTo>
                                        <a:pt x="138" y="326"/>
                                        <a:pt x="119" y="302"/>
                                        <a:pt x="121" y="242"/>
                                      </a:cubicBezTo>
                                      <a:cubicBezTo>
                                        <a:pt x="123" y="182"/>
                                        <a:pt x="168" y="0"/>
                                        <a:pt x="175" y="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1" name="Freeform 367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3177" y="4558"/>
                                  <a:ext cx="1199" cy="738"/>
                                </a:xfrm>
                                <a:custGeom>
                                  <a:avLst/>
                                  <a:gdLst>
                                    <a:gd name="T0" fmla="*/ 0 w 998"/>
                                    <a:gd name="T1" fmla="*/ 614 h 614"/>
                                    <a:gd name="T2" fmla="*/ 144 w 998"/>
                                    <a:gd name="T3" fmla="*/ 350 h 614"/>
                                    <a:gd name="T4" fmla="*/ 523 w 998"/>
                                    <a:gd name="T5" fmla="*/ 100 h 614"/>
                                    <a:gd name="T6" fmla="*/ 998 w 998"/>
                                    <a:gd name="T7" fmla="*/ 0 h 6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998" h="614">
                                      <a:moveTo>
                                        <a:pt x="0" y="614"/>
                                      </a:moveTo>
                                      <a:cubicBezTo>
                                        <a:pt x="29" y="524"/>
                                        <a:pt x="57" y="436"/>
                                        <a:pt x="144" y="350"/>
                                      </a:cubicBezTo>
                                      <a:cubicBezTo>
                                        <a:pt x="231" y="264"/>
                                        <a:pt x="381" y="158"/>
                                        <a:pt x="523" y="100"/>
                                      </a:cubicBezTo>
                                      <a:cubicBezTo>
                                        <a:pt x="665" y="42"/>
                                        <a:pt x="899" y="21"/>
                                        <a:pt x="99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3175" cap="rnd" cmpd="sng">
                                  <a:solidFill>
                                    <a:srgbClr val="80808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" name="Freeform 36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36" y="3480"/>
                                  <a:ext cx="6998" cy="6597"/>
                                </a:xfrm>
                                <a:custGeom>
                                  <a:avLst/>
                                  <a:gdLst>
                                    <a:gd name="T0" fmla="*/ 0 w 6998"/>
                                    <a:gd name="T1" fmla="*/ 0 h 6597"/>
                                    <a:gd name="T2" fmla="*/ 108 w 6998"/>
                                    <a:gd name="T3" fmla="*/ 312 h 6597"/>
                                    <a:gd name="T4" fmla="*/ 252 w 6998"/>
                                    <a:gd name="T5" fmla="*/ 594 h 6597"/>
                                    <a:gd name="T6" fmla="*/ 504 w 6998"/>
                                    <a:gd name="T7" fmla="*/ 836 h 6597"/>
                                    <a:gd name="T8" fmla="*/ 856 w 6998"/>
                                    <a:gd name="T9" fmla="*/ 1012 h 6597"/>
                                    <a:gd name="T10" fmla="*/ 1396 w 6998"/>
                                    <a:gd name="T11" fmla="*/ 1171 h 6597"/>
                                    <a:gd name="T12" fmla="*/ 1969 w 6998"/>
                                    <a:gd name="T13" fmla="*/ 1349 h 6597"/>
                                    <a:gd name="T14" fmla="*/ 2551 w 6998"/>
                                    <a:gd name="T15" fmla="*/ 1582 h 6597"/>
                                    <a:gd name="T16" fmla="*/ 3374 w 6998"/>
                                    <a:gd name="T17" fmla="*/ 1955 h 6597"/>
                                    <a:gd name="T18" fmla="*/ 4301 w 6998"/>
                                    <a:gd name="T19" fmla="*/ 2454 h 6597"/>
                                    <a:gd name="T20" fmla="*/ 4824 w 6998"/>
                                    <a:gd name="T21" fmla="*/ 2795 h 6597"/>
                                    <a:gd name="T22" fmla="*/ 5215 w 6998"/>
                                    <a:gd name="T23" fmla="*/ 3182 h 6597"/>
                                    <a:gd name="T24" fmla="*/ 5427 w 6998"/>
                                    <a:gd name="T25" fmla="*/ 3400 h 6597"/>
                                    <a:gd name="T26" fmla="*/ 5913 w 6998"/>
                                    <a:gd name="T27" fmla="*/ 3743 h 6597"/>
                                    <a:gd name="T28" fmla="*/ 6183 w 6998"/>
                                    <a:gd name="T29" fmla="*/ 4242 h 6597"/>
                                    <a:gd name="T30" fmla="*/ 6451 w 6998"/>
                                    <a:gd name="T31" fmla="*/ 5287 h 6597"/>
                                    <a:gd name="T32" fmla="*/ 6630 w 6998"/>
                                    <a:gd name="T33" fmla="*/ 6003 h 6597"/>
                                    <a:gd name="T34" fmla="*/ 6768 w 6998"/>
                                    <a:gd name="T35" fmla="*/ 6301 h 6597"/>
                                    <a:gd name="T36" fmla="*/ 6998 w 6998"/>
                                    <a:gd name="T37" fmla="*/ 6597 h 65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</a:cxnLst>
                                  <a:rect l="0" t="0" r="r" b="b"/>
                                  <a:pathLst>
                                    <a:path w="6998" h="6597">
                                      <a:moveTo>
                                        <a:pt x="0" y="0"/>
                                      </a:moveTo>
                                      <a:cubicBezTo>
                                        <a:pt x="20" y="52"/>
                                        <a:pt x="66" y="213"/>
                                        <a:pt x="108" y="312"/>
                                      </a:cubicBezTo>
                                      <a:cubicBezTo>
                                        <a:pt x="150" y="411"/>
                                        <a:pt x="186" y="507"/>
                                        <a:pt x="252" y="594"/>
                                      </a:cubicBezTo>
                                      <a:cubicBezTo>
                                        <a:pt x="318" y="681"/>
                                        <a:pt x="403" y="766"/>
                                        <a:pt x="504" y="836"/>
                                      </a:cubicBezTo>
                                      <a:cubicBezTo>
                                        <a:pt x="605" y="906"/>
                                        <a:pt x="707" y="956"/>
                                        <a:pt x="856" y="1012"/>
                                      </a:cubicBezTo>
                                      <a:cubicBezTo>
                                        <a:pt x="1005" y="1068"/>
                                        <a:pt x="1211" y="1115"/>
                                        <a:pt x="1396" y="1171"/>
                                      </a:cubicBezTo>
                                      <a:cubicBezTo>
                                        <a:pt x="1581" y="1227"/>
                                        <a:pt x="1775" y="1280"/>
                                        <a:pt x="1969" y="1349"/>
                                      </a:cubicBezTo>
                                      <a:cubicBezTo>
                                        <a:pt x="2161" y="1417"/>
                                        <a:pt x="2317" y="1481"/>
                                        <a:pt x="2551" y="1582"/>
                                      </a:cubicBezTo>
                                      <a:cubicBezTo>
                                        <a:pt x="2786" y="1684"/>
                                        <a:pt x="3082" y="1810"/>
                                        <a:pt x="3374" y="1955"/>
                                      </a:cubicBezTo>
                                      <a:cubicBezTo>
                                        <a:pt x="3664" y="2101"/>
                                        <a:pt x="4059" y="2314"/>
                                        <a:pt x="4301" y="2454"/>
                                      </a:cubicBezTo>
                                      <a:cubicBezTo>
                                        <a:pt x="4543" y="2594"/>
                                        <a:pt x="4671" y="2674"/>
                                        <a:pt x="4824" y="2795"/>
                                      </a:cubicBezTo>
                                      <a:cubicBezTo>
                                        <a:pt x="4976" y="2917"/>
                                        <a:pt x="5114" y="3081"/>
                                        <a:pt x="5215" y="3182"/>
                                      </a:cubicBezTo>
                                      <a:cubicBezTo>
                                        <a:pt x="5316" y="3283"/>
                                        <a:pt x="5310" y="3306"/>
                                        <a:pt x="5427" y="3400"/>
                                      </a:cubicBezTo>
                                      <a:cubicBezTo>
                                        <a:pt x="5543" y="3493"/>
                                        <a:pt x="5787" y="3603"/>
                                        <a:pt x="5913" y="3743"/>
                                      </a:cubicBezTo>
                                      <a:cubicBezTo>
                                        <a:pt x="6040" y="3884"/>
                                        <a:pt x="6093" y="3984"/>
                                        <a:pt x="6183" y="4242"/>
                                      </a:cubicBezTo>
                                      <a:cubicBezTo>
                                        <a:pt x="6272" y="4499"/>
                                        <a:pt x="6377" y="4994"/>
                                        <a:pt x="6451" y="5287"/>
                                      </a:cubicBezTo>
                                      <a:cubicBezTo>
                                        <a:pt x="6526" y="5581"/>
                                        <a:pt x="6577" y="5834"/>
                                        <a:pt x="6630" y="6003"/>
                                      </a:cubicBezTo>
                                      <a:cubicBezTo>
                                        <a:pt x="6683" y="6173"/>
                                        <a:pt x="6707" y="6202"/>
                                        <a:pt x="6768" y="6301"/>
                                      </a:cubicBezTo>
                                      <a:cubicBezTo>
                                        <a:pt x="6829" y="6401"/>
                                        <a:pt x="6950" y="6536"/>
                                        <a:pt x="6998" y="659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3" name="Freeform 369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9883" y="10500"/>
                                  <a:ext cx="279" cy="166"/>
                                </a:xfrm>
                                <a:custGeom>
                                  <a:avLst/>
                                  <a:gdLst>
                                    <a:gd name="T0" fmla="*/ 232 w 232"/>
                                    <a:gd name="T1" fmla="*/ 130 h 138"/>
                                    <a:gd name="T2" fmla="*/ 158 w 232"/>
                                    <a:gd name="T3" fmla="*/ 130 h 138"/>
                                    <a:gd name="T4" fmla="*/ 57 w 232"/>
                                    <a:gd name="T5" fmla="*/ 79 h 138"/>
                                    <a:gd name="T6" fmla="*/ 0 w 232"/>
                                    <a:gd name="T7" fmla="*/ 0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2" h="138">
                                      <a:moveTo>
                                        <a:pt x="232" y="130"/>
                                      </a:moveTo>
                                      <a:cubicBezTo>
                                        <a:pt x="220" y="130"/>
                                        <a:pt x="187" y="138"/>
                                        <a:pt x="158" y="130"/>
                                      </a:cubicBezTo>
                                      <a:cubicBezTo>
                                        <a:pt x="129" y="122"/>
                                        <a:pt x="83" y="101"/>
                                        <a:pt x="57" y="79"/>
                                      </a:cubicBezTo>
                                      <a:cubicBezTo>
                                        <a:pt x="31" y="57"/>
                                        <a:pt x="12" y="16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4" name="Freeform 370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8595" y="10612"/>
                                  <a:ext cx="681" cy="675"/>
                                </a:xfrm>
                                <a:custGeom>
                                  <a:avLst/>
                                  <a:gdLst>
                                    <a:gd name="T0" fmla="*/ 555 w 567"/>
                                    <a:gd name="T1" fmla="*/ 559 h 562"/>
                                    <a:gd name="T2" fmla="*/ 495 w 567"/>
                                    <a:gd name="T3" fmla="*/ 427 h 562"/>
                                    <a:gd name="T4" fmla="*/ 423 w 567"/>
                                    <a:gd name="T5" fmla="*/ 253 h 562"/>
                                    <a:gd name="T6" fmla="*/ 303 w 567"/>
                                    <a:gd name="T7" fmla="*/ 121 h 562"/>
                                    <a:gd name="T8" fmla="*/ 99 w 567"/>
                                    <a:gd name="T9" fmla="*/ 49 h 562"/>
                                    <a:gd name="T10" fmla="*/ 9 w 567"/>
                                    <a:gd name="T11" fmla="*/ 1 h 562"/>
                                    <a:gd name="T12" fmla="*/ 45 w 567"/>
                                    <a:gd name="T13" fmla="*/ 43 h 562"/>
                                    <a:gd name="T14" fmla="*/ 141 w 567"/>
                                    <a:gd name="T15" fmla="*/ 97 h 562"/>
                                    <a:gd name="T16" fmla="*/ 237 w 567"/>
                                    <a:gd name="T17" fmla="*/ 193 h 562"/>
                                    <a:gd name="T18" fmla="*/ 321 w 567"/>
                                    <a:gd name="T19" fmla="*/ 307 h 562"/>
                                    <a:gd name="T20" fmla="*/ 423 w 567"/>
                                    <a:gd name="T21" fmla="*/ 445 h 562"/>
                                    <a:gd name="T22" fmla="*/ 555 w 567"/>
                                    <a:gd name="T23" fmla="*/ 559 h 56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67" h="562">
                                      <a:moveTo>
                                        <a:pt x="555" y="559"/>
                                      </a:moveTo>
                                      <a:cubicBezTo>
                                        <a:pt x="567" y="556"/>
                                        <a:pt x="517" y="478"/>
                                        <a:pt x="495" y="427"/>
                                      </a:cubicBezTo>
                                      <a:cubicBezTo>
                                        <a:pt x="473" y="376"/>
                                        <a:pt x="455" y="304"/>
                                        <a:pt x="423" y="253"/>
                                      </a:cubicBezTo>
                                      <a:cubicBezTo>
                                        <a:pt x="391" y="202"/>
                                        <a:pt x="357" y="155"/>
                                        <a:pt x="303" y="121"/>
                                      </a:cubicBezTo>
                                      <a:cubicBezTo>
                                        <a:pt x="249" y="87"/>
                                        <a:pt x="148" y="69"/>
                                        <a:pt x="99" y="49"/>
                                      </a:cubicBezTo>
                                      <a:cubicBezTo>
                                        <a:pt x="50" y="29"/>
                                        <a:pt x="18" y="2"/>
                                        <a:pt x="9" y="1"/>
                                      </a:cubicBezTo>
                                      <a:cubicBezTo>
                                        <a:pt x="0" y="0"/>
                                        <a:pt x="23" y="27"/>
                                        <a:pt x="45" y="43"/>
                                      </a:cubicBezTo>
                                      <a:cubicBezTo>
                                        <a:pt x="67" y="59"/>
                                        <a:pt x="109" y="72"/>
                                        <a:pt x="141" y="97"/>
                                      </a:cubicBezTo>
                                      <a:cubicBezTo>
                                        <a:pt x="173" y="122"/>
                                        <a:pt x="207" y="158"/>
                                        <a:pt x="237" y="193"/>
                                      </a:cubicBezTo>
                                      <a:cubicBezTo>
                                        <a:pt x="267" y="228"/>
                                        <a:pt x="290" y="265"/>
                                        <a:pt x="321" y="307"/>
                                      </a:cubicBezTo>
                                      <a:cubicBezTo>
                                        <a:pt x="352" y="349"/>
                                        <a:pt x="384" y="406"/>
                                        <a:pt x="423" y="445"/>
                                      </a:cubicBezTo>
                                      <a:cubicBezTo>
                                        <a:pt x="462" y="484"/>
                                        <a:pt x="543" y="562"/>
                                        <a:pt x="555" y="55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" name="Freeform 371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10125" y="10553"/>
                                  <a:ext cx="119" cy="63"/>
                                </a:xfrm>
                                <a:custGeom>
                                  <a:avLst/>
                                  <a:gdLst>
                                    <a:gd name="T0" fmla="*/ 71 w 99"/>
                                    <a:gd name="T1" fmla="*/ 1 h 52"/>
                                    <a:gd name="T2" fmla="*/ 92 w 99"/>
                                    <a:gd name="T3" fmla="*/ 18 h 52"/>
                                    <a:gd name="T4" fmla="*/ 92 w 99"/>
                                    <a:gd name="T5" fmla="*/ 47 h 52"/>
                                    <a:gd name="T6" fmla="*/ 49 w 99"/>
                                    <a:gd name="T7" fmla="*/ 49 h 52"/>
                                    <a:gd name="T8" fmla="*/ 6 w 99"/>
                                    <a:gd name="T9" fmla="*/ 47 h 52"/>
                                    <a:gd name="T10" fmla="*/ 13 w 99"/>
                                    <a:gd name="T11" fmla="*/ 23 h 52"/>
                                    <a:gd name="T12" fmla="*/ 71 w 99"/>
                                    <a:gd name="T13" fmla="*/ 1 h 5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99" h="52">
                                      <a:moveTo>
                                        <a:pt x="71" y="1"/>
                                      </a:moveTo>
                                      <a:cubicBezTo>
                                        <a:pt x="84" y="0"/>
                                        <a:pt x="89" y="10"/>
                                        <a:pt x="92" y="18"/>
                                      </a:cubicBezTo>
                                      <a:cubicBezTo>
                                        <a:pt x="95" y="26"/>
                                        <a:pt x="99" y="42"/>
                                        <a:pt x="92" y="47"/>
                                      </a:cubicBezTo>
                                      <a:cubicBezTo>
                                        <a:pt x="85" y="52"/>
                                        <a:pt x="63" y="49"/>
                                        <a:pt x="49" y="49"/>
                                      </a:cubicBezTo>
                                      <a:cubicBezTo>
                                        <a:pt x="35" y="49"/>
                                        <a:pt x="12" y="51"/>
                                        <a:pt x="6" y="47"/>
                                      </a:cubicBezTo>
                                      <a:cubicBezTo>
                                        <a:pt x="0" y="43"/>
                                        <a:pt x="2" y="29"/>
                                        <a:pt x="13" y="23"/>
                                      </a:cubicBezTo>
                                      <a:cubicBezTo>
                                        <a:pt x="24" y="17"/>
                                        <a:pt x="58" y="2"/>
                                        <a:pt x="71" y="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" name="Freeform 37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635" y="3396"/>
                                  <a:ext cx="6713" cy="7680"/>
                                </a:xfrm>
                                <a:custGeom>
                                  <a:avLst/>
                                  <a:gdLst>
                                    <a:gd name="T0" fmla="*/ 165 w 6715"/>
                                    <a:gd name="T1" fmla="*/ 2690 h 7680"/>
                                    <a:gd name="T2" fmla="*/ 764 w 6715"/>
                                    <a:gd name="T3" fmla="*/ 2976 h 7680"/>
                                    <a:gd name="T4" fmla="*/ 1201 w 6715"/>
                                    <a:gd name="T5" fmla="*/ 3045 h 7680"/>
                                    <a:gd name="T6" fmla="*/ 1879 w 6715"/>
                                    <a:gd name="T7" fmla="*/ 3204 h 7680"/>
                                    <a:gd name="T8" fmla="*/ 2303 w 6715"/>
                                    <a:gd name="T9" fmla="*/ 3282 h 7680"/>
                                    <a:gd name="T10" fmla="*/ 2726 w 6715"/>
                                    <a:gd name="T11" fmla="*/ 3472 h 7680"/>
                                    <a:gd name="T12" fmla="*/ 3043 w 6715"/>
                                    <a:gd name="T13" fmla="*/ 3638 h 7680"/>
                                    <a:gd name="T14" fmla="*/ 3096 w 6715"/>
                                    <a:gd name="T15" fmla="*/ 4000 h 7680"/>
                                    <a:gd name="T16" fmla="*/ 3185 w 6715"/>
                                    <a:gd name="T17" fmla="*/ 4573 h 7680"/>
                                    <a:gd name="T18" fmla="*/ 3393 w 6715"/>
                                    <a:gd name="T19" fmla="*/ 4971 h 7680"/>
                                    <a:gd name="T20" fmla="*/ 3659 w 6715"/>
                                    <a:gd name="T21" fmla="*/ 5351 h 7680"/>
                                    <a:gd name="T22" fmla="*/ 3991 w 6715"/>
                                    <a:gd name="T23" fmla="*/ 6004 h 7680"/>
                                    <a:gd name="T24" fmla="*/ 4255 w 6715"/>
                                    <a:gd name="T25" fmla="*/ 6515 h 7680"/>
                                    <a:gd name="T26" fmla="*/ 4309 w 6715"/>
                                    <a:gd name="T27" fmla="*/ 6942 h 7680"/>
                                    <a:gd name="T28" fmla="*/ 4273 w 6715"/>
                                    <a:gd name="T29" fmla="*/ 7256 h 7680"/>
                                    <a:gd name="T30" fmla="*/ 4399 w 6715"/>
                                    <a:gd name="T31" fmla="*/ 7450 h 7680"/>
                                    <a:gd name="T32" fmla="*/ 4721 w 6715"/>
                                    <a:gd name="T33" fmla="*/ 7519 h 7680"/>
                                    <a:gd name="T34" fmla="*/ 4946 w 6715"/>
                                    <a:gd name="T35" fmla="*/ 7518 h 7680"/>
                                    <a:gd name="T36" fmla="*/ 5126 w 6715"/>
                                    <a:gd name="T37" fmla="*/ 7508 h 7680"/>
                                    <a:gd name="T38" fmla="*/ 5557 w 6715"/>
                                    <a:gd name="T39" fmla="*/ 7607 h 7680"/>
                                    <a:gd name="T40" fmla="*/ 5791 w 6715"/>
                                    <a:gd name="T41" fmla="*/ 7624 h 7680"/>
                                    <a:gd name="T42" fmla="*/ 6077 w 6715"/>
                                    <a:gd name="T43" fmla="*/ 7677 h 7680"/>
                                    <a:gd name="T44" fmla="*/ 6319 w 6715"/>
                                    <a:gd name="T45" fmla="*/ 7605 h 7680"/>
                                    <a:gd name="T46" fmla="*/ 6442 w 6715"/>
                                    <a:gd name="T47" fmla="*/ 7482 h 7680"/>
                                    <a:gd name="T48" fmla="*/ 6547 w 6715"/>
                                    <a:gd name="T49" fmla="*/ 7452 h 7680"/>
                                    <a:gd name="T50" fmla="*/ 6694 w 6715"/>
                                    <a:gd name="T51" fmla="*/ 7290 h 7680"/>
                                    <a:gd name="T52" fmla="*/ 6675 w 6715"/>
                                    <a:gd name="T53" fmla="*/ 7145 h 7680"/>
                                    <a:gd name="T54" fmla="*/ 6501 w 6715"/>
                                    <a:gd name="T55" fmla="*/ 7150 h 7680"/>
                                    <a:gd name="T56" fmla="*/ 6363 w 6715"/>
                                    <a:gd name="T57" fmla="*/ 7192 h 7680"/>
                                    <a:gd name="T58" fmla="*/ 6214 w 6715"/>
                                    <a:gd name="T59" fmla="*/ 7212 h 7680"/>
                                    <a:gd name="T60" fmla="*/ 5953 w 6715"/>
                                    <a:gd name="T61" fmla="*/ 7103 h 7680"/>
                                    <a:gd name="T62" fmla="*/ 5582 w 6715"/>
                                    <a:gd name="T63" fmla="*/ 6842 h 7680"/>
                                    <a:gd name="T64" fmla="*/ 5332 w 6715"/>
                                    <a:gd name="T65" fmla="*/ 6656 h 7680"/>
                                    <a:gd name="T66" fmla="*/ 5042 w 6715"/>
                                    <a:gd name="T67" fmla="*/ 6156 h 7680"/>
                                    <a:gd name="T68" fmla="*/ 4833 w 6715"/>
                                    <a:gd name="T69" fmla="*/ 5483 h 7680"/>
                                    <a:gd name="T70" fmla="*/ 4658 w 6715"/>
                                    <a:gd name="T71" fmla="*/ 4671 h 7680"/>
                                    <a:gd name="T72" fmla="*/ 4342 w 6715"/>
                                    <a:gd name="T73" fmla="*/ 3713 h 7680"/>
                                    <a:gd name="T74" fmla="*/ 4233 w 6715"/>
                                    <a:gd name="T75" fmla="*/ 3315 h 7680"/>
                                    <a:gd name="T76" fmla="*/ 4139 w 6715"/>
                                    <a:gd name="T77" fmla="*/ 2735 h 7680"/>
                                    <a:gd name="T78" fmla="*/ 3999 w 6715"/>
                                    <a:gd name="T79" fmla="*/ 2401 h 7680"/>
                                    <a:gd name="T80" fmla="*/ 3747 w 6715"/>
                                    <a:gd name="T81" fmla="*/ 2235 h 7680"/>
                                    <a:gd name="T82" fmla="*/ 3229 w 6715"/>
                                    <a:gd name="T83" fmla="*/ 1899 h 7680"/>
                                    <a:gd name="T84" fmla="*/ 2669 w 6715"/>
                                    <a:gd name="T85" fmla="*/ 1579 h 7680"/>
                                    <a:gd name="T86" fmla="*/ 1973 w 6715"/>
                                    <a:gd name="T87" fmla="*/ 1280 h 7680"/>
                                    <a:gd name="T88" fmla="*/ 1296 w 6715"/>
                                    <a:gd name="T89" fmla="*/ 1059 h 7680"/>
                                    <a:gd name="T90" fmla="*/ 1085 w 6715"/>
                                    <a:gd name="T91" fmla="*/ 999 h 7680"/>
                                    <a:gd name="T92" fmla="*/ 923 w 6715"/>
                                    <a:gd name="T93" fmla="*/ 883 h 7680"/>
                                    <a:gd name="T94" fmla="*/ 715 w 6715"/>
                                    <a:gd name="T95" fmla="*/ 735 h 7680"/>
                                    <a:gd name="T96" fmla="*/ 408 w 6715"/>
                                    <a:gd name="T97" fmla="*/ 480 h 7680"/>
                                    <a:gd name="T98" fmla="*/ 156 w 6715"/>
                                    <a:gd name="T99" fmla="*/ 312 h 7680"/>
                                    <a:gd name="T100" fmla="*/ 0 w 6715"/>
                                    <a:gd name="T101" fmla="*/ 0 h 76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</a:cxnLst>
                                  <a:rect l="0" t="0" r="r" b="b"/>
                                  <a:pathLst>
                                    <a:path w="6715" h="7680">
                                      <a:moveTo>
                                        <a:pt x="165" y="2690"/>
                                      </a:moveTo>
                                      <a:cubicBezTo>
                                        <a:pt x="377" y="2805"/>
                                        <a:pt x="592" y="2917"/>
                                        <a:pt x="764" y="2976"/>
                                      </a:cubicBezTo>
                                      <a:cubicBezTo>
                                        <a:pt x="936" y="3035"/>
                                        <a:pt x="1016" y="3006"/>
                                        <a:pt x="1201" y="3045"/>
                                      </a:cubicBezTo>
                                      <a:cubicBezTo>
                                        <a:pt x="1387" y="3083"/>
                                        <a:pt x="1695" y="3165"/>
                                        <a:pt x="1879" y="3204"/>
                                      </a:cubicBezTo>
                                      <a:cubicBezTo>
                                        <a:pt x="2063" y="3244"/>
                                        <a:pt x="2161" y="3238"/>
                                        <a:pt x="2303" y="3282"/>
                                      </a:cubicBezTo>
                                      <a:cubicBezTo>
                                        <a:pt x="2444" y="3327"/>
                                        <a:pt x="2603" y="3413"/>
                                        <a:pt x="2726" y="3472"/>
                                      </a:cubicBezTo>
                                      <a:cubicBezTo>
                                        <a:pt x="2850" y="3531"/>
                                        <a:pt x="2982" y="3550"/>
                                        <a:pt x="3043" y="3638"/>
                                      </a:cubicBezTo>
                                      <a:cubicBezTo>
                                        <a:pt x="3104" y="3726"/>
                                        <a:pt x="3071" y="3845"/>
                                        <a:pt x="3096" y="4000"/>
                                      </a:cubicBezTo>
                                      <a:cubicBezTo>
                                        <a:pt x="3120" y="4156"/>
                                        <a:pt x="3135" y="4412"/>
                                        <a:pt x="3185" y="4573"/>
                                      </a:cubicBezTo>
                                      <a:cubicBezTo>
                                        <a:pt x="3235" y="4735"/>
                                        <a:pt x="3314" y="4841"/>
                                        <a:pt x="3393" y="4971"/>
                                      </a:cubicBezTo>
                                      <a:cubicBezTo>
                                        <a:pt x="3472" y="5101"/>
                                        <a:pt x="3559" y="5178"/>
                                        <a:pt x="3659" y="5351"/>
                                      </a:cubicBezTo>
                                      <a:cubicBezTo>
                                        <a:pt x="3759" y="5522"/>
                                        <a:pt x="3893" y="5810"/>
                                        <a:pt x="3991" y="6004"/>
                                      </a:cubicBezTo>
                                      <a:cubicBezTo>
                                        <a:pt x="4091" y="6199"/>
                                        <a:pt x="4201" y="6358"/>
                                        <a:pt x="4255" y="6515"/>
                                      </a:cubicBezTo>
                                      <a:cubicBezTo>
                                        <a:pt x="4307" y="6670"/>
                                        <a:pt x="4307" y="6819"/>
                                        <a:pt x="4309" y="6942"/>
                                      </a:cubicBezTo>
                                      <a:cubicBezTo>
                                        <a:pt x="4312" y="7065"/>
                                        <a:pt x="4258" y="7171"/>
                                        <a:pt x="4273" y="7256"/>
                                      </a:cubicBezTo>
                                      <a:cubicBezTo>
                                        <a:pt x="4287" y="7341"/>
                                        <a:pt x="4324" y="7406"/>
                                        <a:pt x="4399" y="7450"/>
                                      </a:cubicBezTo>
                                      <a:cubicBezTo>
                                        <a:pt x="4474" y="7494"/>
                                        <a:pt x="4629" y="7508"/>
                                        <a:pt x="4721" y="7519"/>
                                      </a:cubicBezTo>
                                      <a:cubicBezTo>
                                        <a:pt x="4812" y="7531"/>
                                        <a:pt x="4879" y="7520"/>
                                        <a:pt x="4946" y="7518"/>
                                      </a:cubicBezTo>
                                      <a:cubicBezTo>
                                        <a:pt x="5013" y="7517"/>
                                        <a:pt x="5024" y="7493"/>
                                        <a:pt x="5126" y="7508"/>
                                      </a:cubicBezTo>
                                      <a:cubicBezTo>
                                        <a:pt x="5228" y="7523"/>
                                        <a:pt x="5446" y="7586"/>
                                        <a:pt x="5557" y="7607"/>
                                      </a:cubicBezTo>
                                      <a:cubicBezTo>
                                        <a:pt x="5667" y="7626"/>
                                        <a:pt x="5704" y="7612"/>
                                        <a:pt x="5791" y="7624"/>
                                      </a:cubicBezTo>
                                      <a:cubicBezTo>
                                        <a:pt x="5878" y="7636"/>
                                        <a:pt x="5990" y="7680"/>
                                        <a:pt x="6077" y="7677"/>
                                      </a:cubicBezTo>
                                      <a:cubicBezTo>
                                        <a:pt x="6166" y="7673"/>
                                        <a:pt x="6257" y="7638"/>
                                        <a:pt x="6319" y="7605"/>
                                      </a:cubicBezTo>
                                      <a:cubicBezTo>
                                        <a:pt x="6379" y="7573"/>
                                        <a:pt x="6404" y="7509"/>
                                        <a:pt x="6442" y="7482"/>
                                      </a:cubicBezTo>
                                      <a:cubicBezTo>
                                        <a:pt x="6479" y="7457"/>
                                        <a:pt x="6505" y="7483"/>
                                        <a:pt x="6547" y="7452"/>
                                      </a:cubicBezTo>
                                      <a:cubicBezTo>
                                        <a:pt x="6588" y="7419"/>
                                        <a:pt x="6672" y="7341"/>
                                        <a:pt x="6694" y="7290"/>
                                      </a:cubicBezTo>
                                      <a:cubicBezTo>
                                        <a:pt x="6715" y="7239"/>
                                        <a:pt x="6707" y="7169"/>
                                        <a:pt x="6675" y="7145"/>
                                      </a:cubicBezTo>
                                      <a:cubicBezTo>
                                        <a:pt x="6643" y="7122"/>
                                        <a:pt x="6553" y="7143"/>
                                        <a:pt x="6501" y="7150"/>
                                      </a:cubicBezTo>
                                      <a:cubicBezTo>
                                        <a:pt x="6450" y="7158"/>
                                        <a:pt x="6410" y="7181"/>
                                        <a:pt x="6363" y="7192"/>
                                      </a:cubicBezTo>
                                      <a:cubicBezTo>
                                        <a:pt x="6315" y="7202"/>
                                        <a:pt x="6282" y="7226"/>
                                        <a:pt x="6214" y="7212"/>
                                      </a:cubicBezTo>
                                      <a:cubicBezTo>
                                        <a:pt x="6145" y="7198"/>
                                        <a:pt x="6058" y="7165"/>
                                        <a:pt x="5953" y="7103"/>
                                      </a:cubicBezTo>
                                      <a:cubicBezTo>
                                        <a:pt x="5847" y="7042"/>
                                        <a:pt x="5685" y="6916"/>
                                        <a:pt x="5582" y="6842"/>
                                      </a:cubicBezTo>
                                      <a:cubicBezTo>
                                        <a:pt x="5478" y="6767"/>
                                        <a:pt x="5421" y="6770"/>
                                        <a:pt x="5332" y="6656"/>
                                      </a:cubicBezTo>
                                      <a:cubicBezTo>
                                        <a:pt x="5241" y="6543"/>
                                        <a:pt x="5125" y="6352"/>
                                        <a:pt x="5042" y="6156"/>
                                      </a:cubicBezTo>
                                      <a:cubicBezTo>
                                        <a:pt x="4959" y="5961"/>
                                        <a:pt x="4898" y="5731"/>
                                        <a:pt x="4833" y="5483"/>
                                      </a:cubicBezTo>
                                      <a:cubicBezTo>
                                        <a:pt x="4770" y="5236"/>
                                        <a:pt x="4740" y="4966"/>
                                        <a:pt x="4658" y="4671"/>
                                      </a:cubicBezTo>
                                      <a:cubicBezTo>
                                        <a:pt x="4577" y="4376"/>
                                        <a:pt x="4413" y="3939"/>
                                        <a:pt x="4342" y="3713"/>
                                      </a:cubicBezTo>
                                      <a:cubicBezTo>
                                        <a:pt x="4270" y="3487"/>
                                        <a:pt x="4266" y="3477"/>
                                        <a:pt x="4233" y="3315"/>
                                      </a:cubicBezTo>
                                      <a:cubicBezTo>
                                        <a:pt x="4198" y="3152"/>
                                        <a:pt x="4178" y="2886"/>
                                        <a:pt x="4139" y="2735"/>
                                      </a:cubicBezTo>
                                      <a:cubicBezTo>
                                        <a:pt x="4100" y="2582"/>
                                        <a:pt x="4064" y="2483"/>
                                        <a:pt x="3999" y="2401"/>
                                      </a:cubicBezTo>
                                      <a:cubicBezTo>
                                        <a:pt x="3934" y="2317"/>
                                        <a:pt x="3875" y="2319"/>
                                        <a:pt x="3747" y="2235"/>
                                      </a:cubicBezTo>
                                      <a:cubicBezTo>
                                        <a:pt x="3619" y="2151"/>
                                        <a:pt x="3409" y="2009"/>
                                        <a:pt x="3229" y="1899"/>
                                      </a:cubicBezTo>
                                      <a:cubicBezTo>
                                        <a:pt x="3049" y="1790"/>
                                        <a:pt x="2878" y="1683"/>
                                        <a:pt x="2669" y="1579"/>
                                      </a:cubicBezTo>
                                      <a:cubicBezTo>
                                        <a:pt x="2460" y="1476"/>
                                        <a:pt x="2202" y="1367"/>
                                        <a:pt x="1973" y="1280"/>
                                      </a:cubicBezTo>
                                      <a:cubicBezTo>
                                        <a:pt x="1744" y="1193"/>
                                        <a:pt x="1444" y="1105"/>
                                        <a:pt x="1296" y="1059"/>
                                      </a:cubicBezTo>
                                      <a:cubicBezTo>
                                        <a:pt x="1149" y="1012"/>
                                        <a:pt x="1147" y="1029"/>
                                        <a:pt x="1085" y="999"/>
                                      </a:cubicBezTo>
                                      <a:cubicBezTo>
                                        <a:pt x="1023" y="970"/>
                                        <a:pt x="985" y="926"/>
                                        <a:pt x="923" y="883"/>
                                      </a:cubicBezTo>
                                      <a:cubicBezTo>
                                        <a:pt x="861" y="840"/>
                                        <a:pt x="801" y="802"/>
                                        <a:pt x="715" y="735"/>
                                      </a:cubicBezTo>
                                      <a:cubicBezTo>
                                        <a:pt x="629" y="668"/>
                                        <a:pt x="501" y="550"/>
                                        <a:pt x="408" y="480"/>
                                      </a:cubicBezTo>
                                      <a:cubicBezTo>
                                        <a:pt x="315" y="410"/>
                                        <a:pt x="224" y="392"/>
                                        <a:pt x="156" y="312"/>
                                      </a:cubicBezTo>
                                      <a:cubicBezTo>
                                        <a:pt x="88" y="232"/>
                                        <a:pt x="32" y="6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" name="Freeform 37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36" y="4476"/>
                                  <a:ext cx="157" cy="768"/>
                                </a:xfrm>
                                <a:custGeom>
                                  <a:avLst/>
                                  <a:gdLst>
                                    <a:gd name="T0" fmla="*/ 157 w 157"/>
                                    <a:gd name="T1" fmla="*/ 0 h 768"/>
                                    <a:gd name="T2" fmla="*/ 80 w 157"/>
                                    <a:gd name="T3" fmla="*/ 53 h 768"/>
                                    <a:gd name="T4" fmla="*/ 19 w 157"/>
                                    <a:gd name="T5" fmla="*/ 186 h 768"/>
                                    <a:gd name="T6" fmla="*/ 1 w 157"/>
                                    <a:gd name="T7" fmla="*/ 444 h 768"/>
                                    <a:gd name="T8" fmla="*/ 24 w 157"/>
                                    <a:gd name="T9" fmla="*/ 768 h 7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7" h="768">
                                      <a:moveTo>
                                        <a:pt x="157" y="0"/>
                                      </a:moveTo>
                                      <a:cubicBezTo>
                                        <a:pt x="144" y="9"/>
                                        <a:pt x="103" y="22"/>
                                        <a:pt x="80" y="53"/>
                                      </a:cubicBezTo>
                                      <a:cubicBezTo>
                                        <a:pt x="57" y="84"/>
                                        <a:pt x="32" y="121"/>
                                        <a:pt x="19" y="186"/>
                                      </a:cubicBezTo>
                                      <a:cubicBezTo>
                                        <a:pt x="6" y="251"/>
                                        <a:pt x="0" y="347"/>
                                        <a:pt x="1" y="444"/>
                                      </a:cubicBezTo>
                                      <a:cubicBezTo>
                                        <a:pt x="2" y="541"/>
                                        <a:pt x="19" y="701"/>
                                        <a:pt x="24" y="76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" name="Freeform 37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1602" y="4991"/>
                                  <a:ext cx="174" cy="343"/>
                                </a:xfrm>
                                <a:custGeom>
                                  <a:avLst/>
                                  <a:gdLst>
                                    <a:gd name="T0" fmla="*/ 0 w 174"/>
                                    <a:gd name="T1" fmla="*/ 289 h 343"/>
                                    <a:gd name="T2" fmla="*/ 55 w 174"/>
                                    <a:gd name="T3" fmla="*/ 30 h 343"/>
                                    <a:gd name="T4" fmla="*/ 117 w 174"/>
                                    <a:gd name="T5" fmla="*/ 107 h 343"/>
                                    <a:gd name="T6" fmla="*/ 174 w 174"/>
                                    <a:gd name="T7" fmla="*/ 343 h 3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74" h="343">
                                      <a:moveTo>
                                        <a:pt x="0" y="289"/>
                                      </a:moveTo>
                                      <a:cubicBezTo>
                                        <a:pt x="7" y="246"/>
                                        <a:pt x="36" y="60"/>
                                        <a:pt x="55" y="30"/>
                                      </a:cubicBezTo>
                                      <a:cubicBezTo>
                                        <a:pt x="74" y="0"/>
                                        <a:pt x="97" y="55"/>
                                        <a:pt x="117" y="107"/>
                                      </a:cubicBezTo>
                                      <a:cubicBezTo>
                                        <a:pt x="137" y="159"/>
                                        <a:pt x="162" y="294"/>
                                        <a:pt x="174" y="34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" name="Freeform 37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1954" y="4466"/>
                                  <a:ext cx="700" cy="557"/>
                                </a:xfrm>
                                <a:custGeom>
                                  <a:avLst/>
                                  <a:gdLst>
                                    <a:gd name="T0" fmla="*/ 0 w 700"/>
                                    <a:gd name="T1" fmla="*/ 557 h 557"/>
                                    <a:gd name="T2" fmla="*/ 122 w 700"/>
                                    <a:gd name="T3" fmla="*/ 358 h 557"/>
                                    <a:gd name="T4" fmla="*/ 249 w 700"/>
                                    <a:gd name="T5" fmla="*/ 202 h 557"/>
                                    <a:gd name="T6" fmla="*/ 434 w 700"/>
                                    <a:gd name="T7" fmla="*/ 65 h 557"/>
                                    <a:gd name="T8" fmla="*/ 602 w 700"/>
                                    <a:gd name="T9" fmla="*/ 5 h 557"/>
                                    <a:gd name="T10" fmla="*/ 700 w 700"/>
                                    <a:gd name="T11" fmla="*/ 32 h 5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700" h="557">
                                      <a:moveTo>
                                        <a:pt x="0" y="557"/>
                                      </a:moveTo>
                                      <a:cubicBezTo>
                                        <a:pt x="40" y="487"/>
                                        <a:pt x="81" y="417"/>
                                        <a:pt x="122" y="358"/>
                                      </a:cubicBezTo>
                                      <a:cubicBezTo>
                                        <a:pt x="163" y="299"/>
                                        <a:pt x="197" y="251"/>
                                        <a:pt x="249" y="202"/>
                                      </a:cubicBezTo>
                                      <a:cubicBezTo>
                                        <a:pt x="301" y="153"/>
                                        <a:pt x="375" y="98"/>
                                        <a:pt x="434" y="65"/>
                                      </a:cubicBezTo>
                                      <a:cubicBezTo>
                                        <a:pt x="493" y="32"/>
                                        <a:pt x="558" y="10"/>
                                        <a:pt x="602" y="5"/>
                                      </a:cubicBezTo>
                                      <a:cubicBezTo>
                                        <a:pt x="646" y="0"/>
                                        <a:pt x="673" y="16"/>
                                        <a:pt x="700" y="3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" name="Freeform 37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60" y="3552"/>
                                  <a:ext cx="144" cy="965"/>
                                </a:xfrm>
                                <a:custGeom>
                                  <a:avLst/>
                                  <a:gdLst>
                                    <a:gd name="T0" fmla="*/ 0 w 144"/>
                                    <a:gd name="T1" fmla="*/ 0 h 965"/>
                                    <a:gd name="T2" fmla="*/ 109 w 144"/>
                                    <a:gd name="T3" fmla="*/ 384 h 965"/>
                                    <a:gd name="T4" fmla="*/ 140 w 144"/>
                                    <a:gd name="T5" fmla="*/ 641 h 965"/>
                                    <a:gd name="T6" fmla="*/ 131 w 144"/>
                                    <a:gd name="T7" fmla="*/ 838 h 965"/>
                                    <a:gd name="T8" fmla="*/ 116 w 144"/>
                                    <a:gd name="T9" fmla="*/ 965 h 96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44" h="965">
                                      <a:moveTo>
                                        <a:pt x="0" y="0"/>
                                      </a:moveTo>
                                      <a:cubicBezTo>
                                        <a:pt x="20" y="64"/>
                                        <a:pt x="86" y="277"/>
                                        <a:pt x="109" y="384"/>
                                      </a:cubicBezTo>
                                      <a:cubicBezTo>
                                        <a:pt x="132" y="491"/>
                                        <a:pt x="136" y="565"/>
                                        <a:pt x="140" y="641"/>
                                      </a:cubicBezTo>
                                      <a:cubicBezTo>
                                        <a:pt x="144" y="717"/>
                                        <a:pt x="135" y="784"/>
                                        <a:pt x="131" y="838"/>
                                      </a:cubicBezTo>
                                      <a:cubicBezTo>
                                        <a:pt x="127" y="892"/>
                                        <a:pt x="122" y="928"/>
                                        <a:pt x="116" y="96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1" name="Freeform 377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1470" y="4494"/>
                                  <a:ext cx="210" cy="750"/>
                                </a:xfrm>
                                <a:custGeom>
                                  <a:avLst/>
                                  <a:gdLst>
                                    <a:gd name="T0" fmla="*/ 0 w 210"/>
                                    <a:gd name="T1" fmla="*/ 0 h 750"/>
                                    <a:gd name="T2" fmla="*/ 54 w 210"/>
                                    <a:gd name="T3" fmla="*/ 234 h 750"/>
                                    <a:gd name="T4" fmla="*/ 156 w 210"/>
                                    <a:gd name="T5" fmla="*/ 558 h 750"/>
                                    <a:gd name="T6" fmla="*/ 210 w 210"/>
                                    <a:gd name="T7" fmla="*/ 750 h 7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10" h="750">
                                      <a:moveTo>
                                        <a:pt x="0" y="0"/>
                                      </a:moveTo>
                                      <a:cubicBezTo>
                                        <a:pt x="9" y="39"/>
                                        <a:pt x="28" y="141"/>
                                        <a:pt x="54" y="234"/>
                                      </a:cubicBezTo>
                                      <a:cubicBezTo>
                                        <a:pt x="80" y="327"/>
                                        <a:pt x="130" y="472"/>
                                        <a:pt x="156" y="558"/>
                                      </a:cubicBezTo>
                                      <a:cubicBezTo>
                                        <a:pt x="182" y="644"/>
                                        <a:pt x="196" y="700"/>
                                        <a:pt x="210" y="7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1D17413" id="Group 355" o:spid="_x0000_s1026" style="position:absolute;margin-left:14.2pt;margin-top:4.65pt;width:443.9pt;height:394.55pt;flip:x;z-index:251641344" coordorigin="1470,3396" coordsize="8878,78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">
                      <v:shape id="Freeform 356" o:spid="_x0000_s1027" style="position:absolute;left:8357;top:10035;width:161;height:307;rotation:-2627550fd;visibility:visible;mso-wrap-style:square;v-text-anchor:top" coordsize="13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" path="m128,6v6,6,-60,40,-72,78c44,122,62,212,56,234,50,256,29,231,20,216,11,201,2,172,2,144,2,116,,71,20,48,40,25,122,,128,6xe" fillcolor="#ddd" stroked="f">
                        <v:path arrowok="t" o:connecttype="custom" o:connectlocs="154,7;67,101;67,281;24,259;2,173;24,58;154,7" o:connectangles="0,0,0,0,0,0,0"/>
                      </v:shape>
                      <v:shape id="Freeform 357" o:spid="_x0000_s1028" style="position:absolute;left:3098;top:5837;width:1010;height:925;rotation:-2627550fd;visibility:visible;mso-wrap-style:square;v-text-anchor:top" coordsize="408,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" path="m,c26,70,52,140,120,204v68,64,178,122,288,180e" filled="f" strokecolor="gray" strokeweight="1pt">
                        <v:path arrowok="t" o:connecttype="custom" o:connectlocs="0,0;297,491;1010,925" o:connectangles="0,0,0"/>
                      </v:shape>
                      <v:shape id="Freeform 358" o:spid="_x0000_s1029" style="position:absolute;left:6499;top:6756;width:531;height:776;rotation:-2627550fd;visibility:visible;mso-wrap-style:square;v-text-anchor:top" coordsize="442,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" path="m14,614c,646,70,558,134,506,198,454,354,352,398,302v44,-50,14,-74,,-96c384,184,348,204,314,170,280,136,204,,194,2v-10,2,56,128,60,180c258,234,256,242,218,314,180,386,28,582,14,614xe" fillcolor="#ddd" stroked="f">
                        <v:path arrowok="t" o:connecttype="custom" o:connectlocs="17,738;161,608;478,363;478,247;377,204;233,2;305,219;262,377;17,738" o:connectangles="0,0,0,0,0,0,0,0,0"/>
                      </v:shape>
                      <v:shape id="Freeform 359" o:spid="_x0000_s1030" style="position:absolute;left:7279;top:7364;width:1161;height:3054;rotation:-2627550fd;visibility:visible;mso-wrap-style:square;v-text-anchor:top" coordsize="967,2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" path="m79,2543c69,2530,27,2508,22,2464,17,2420,,2409,48,2279,96,2149,243,1851,312,1686v69,-165,105,-238,151,-398c509,1128,541,892,588,724,635,556,684,401,744,282,804,163,933,,950,8v17,8,-74,224,-103,322c818,428,802,485,775,594,748,703,717,847,682,983v-35,136,-64,281,-118,427c510,1556,418,1719,360,1861v-58,142,-114,318,-144,401e" filled="f" strokecolor="#333">
                        <v:path arrowok="t" o:connecttype="custom" o:connectlocs="95,3054;26,2959;58,2737;375,2025;556,1547;706,869;893,339;1141,10;1017,396;930,713;819,1181;677,1693;432,2235;259,2717" o:connectangles="0,0,0,0,0,0,0,0,0,0,0,0,0,0"/>
                      </v:shape>
                      <v:shape id="Freeform 360" o:spid="_x0000_s1031" style="position:absolute;left:7438;top:6880;width:1158;height:3369;rotation:-2627550fd;visibility:visible;mso-wrap-style:square;v-text-anchor:top" coordsize="965,2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" path="m,2530c34,2422,73,2300,132,2158v59,-142,160,-314,221,-482c414,1508,460,1283,497,1148v37,-135,39,-148,77,-284c612,728,682,474,725,332,768,190,794,,833,12v39,12,118,259,125,394c965,541,944,638,874,824v-70,186,-237,495,-334,698c443,1725,355,1898,290,2040v-65,142,-111,209,-139,336c123,2503,126,2717,120,2806e" filled="f" strokecolor="#333">
                        <v:path arrowok="t" o:connecttype="custom" o:connectlocs="0,3038;158,2591;424,2012;596,1378;689,1037;870,399;1000,14;1150,487;1049,989;648,1827;348,2449;181,2853;144,3369" o:connectangles="0,0,0,0,0,0,0,0,0,0,0,0,0"/>
                      </v:shape>
                      <v:shape id="Freeform 361" o:spid="_x0000_s1032" style="position:absolute;left:6032;top:4064;width:1313;height:6831;rotation:-2627550fd;visibility:visible;mso-wrap-style:square;v-text-anchor:top" coordsize="1094,5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" path="m269,490c258,413,163,,203,28v40,28,191,368,306,630c624,920,805,1362,893,1600v88,238,112,300,144,486c1069,2272,1094,2564,1087,2717v-7,153,-42,194,-93,288c943,3099,844,3159,778,3281v-66,122,-127,271,-183,459c539,3928,510,4187,439,4407v-71,220,-201,490,-268,653c104,5223,66,5301,39,5384,12,5467,,5510,10,5561v10,51,71,101,89,127e" filled="f" strokecolor="#333">
                        <v:path arrowok="t" o:connecttype="custom" o:connectlocs="323,588;244,34;611,790;1072,1922;1245,2505;1305,3263;1193,3609;934,3940;714,4492;527,5293;205,6077;47,6466;12,6678;119,6831" o:connectangles="0,0,0,0,0,0,0,0,0,0,0,0,0,0"/>
                      </v:shape>
                      <v:shape id="Freeform 362" o:spid="_x0000_s1033" style="position:absolute;left:2637;top:4725;width:1886;height:922;flip:x;visibility:visible;mso-wrap-style:square;v-text-anchor:top" coordsize="1886,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" path="m1769,273c1786,234,1886,78,1877,39v-9,-39,-73,-15,-162,c1626,54,1504,84,1344,132,1184,180,909,252,756,325,604,398,556,468,430,568,303,667,88,848,,922e" filled="f" strokecolor="#333">
                        <v:path arrowok="t" o:connecttype="custom" o:connectlocs="1769,273;1877,39;1715,39;1344,132;756,325;430,568;0,922" o:connectangles="0,0,0,0,0,0,0"/>
                      </v:shape>
                      <v:shape id="Freeform 363" o:spid="_x0000_s1034" style="position:absolute;left:3972;top:3952;width:581;height:714;rotation:-2627550fd;visibility:visible;mso-wrap-style:square;v-text-anchor:top" coordsize="484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" path="m470,581v14,14,-38,-48,-65,-84c378,461,334,412,309,367,284,322,266,266,252,228,238,190,234,157,223,137v-11,-20,-5,-9,-39,-31c150,84,42,10,21,5,,,34,39,60,75v26,36,74,91,117,148c220,280,274,354,321,415v47,61,135,152,149,166xe" fillcolor="#ddd" stroked="f">
                        <v:path arrowok="t" o:connecttype="custom" o:connectlocs="564,697;486,596;371,440;303,274;268,164;221,127;25,6;72,90;212,268;385,498;564,697" o:connectangles="0,0,0,0,0,0,0,0,0,0,0"/>
                      </v:shape>
                      <v:shape id="Freeform 364" o:spid="_x0000_s1035" style="position:absolute;left:3776;top:5456;width:221;height:991;rotation:-2627550fd;visibility:visible;mso-wrap-style:square;v-text-anchor:top" coordsize="184,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" path="m15,177v12,79,53,202,72,308c106,591,121,797,131,811v10,14,9,-147,16,-240c154,478,167,320,171,252v4,-68,13,-65,3,-87c164,143,136,146,109,120,82,94,30,,15,9,,18,3,98,15,177xe" fillcolor="#ddd" stroked="f">
                        <v:path arrowok="t" o:connecttype="custom" o:connectlocs="18,213;104,583;157,974;177,686;205,303;209,198;131,144;18,11;18,213" o:connectangles="0,0,0,0,0,0,0,0,0"/>
                      </v:shape>
                      <v:shape id="Freeform 365" o:spid="_x0000_s1036" style="position:absolute;left:7227;top:5626;width:185;height:123;rotation:-2627550fd;visibility:visible;mso-wrap-style:square;v-text-anchor:top" coordsize="154,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" path="m146,102v-8,,-36,-44,-60,-60c62,26,,12,2,6,4,,76,,98,6v22,6,30,21,36,36c140,57,154,102,146,102xe" fillcolor="#ddd" stroked="f">
                        <v:path arrowok="t" o:connecttype="custom" o:connectlocs="175,123;103,51;2,7;118,7;161,51;175,123" o:connectangles="0,0,0,0,0,0"/>
                      </v:shape>
                      <v:shape id="Freeform 366" o:spid="_x0000_s1037" style="position:absolute;left:7581;top:6227;width:277;height:1091;rotation:-2627550fd;visibility:visible;mso-wrap-style:square;v-text-anchor:top" coordsize="230,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" path="m175,2v7,2,-18,171,-12,252c169,335,230,386,211,488,192,590,80,823,49,866,18,909,,808,25,746,50,684,178,557,199,494,220,431,164,410,151,368,138,326,119,302,121,242,123,182,168,,175,2xe" fillcolor="#ddd" stroked="f">
                        <v:path arrowok="t" o:connecttype="custom" o:connectlocs="211,2;196,305;254,586;59,1039;30,895;240,593;182,442;146,290;211,2" o:connectangles="0,0,0,0,0,0,0,0,0"/>
                      </v:shape>
                      <v:shape id="Freeform 367" o:spid="_x0000_s1038" style="position:absolute;left:3177;top:4558;width:1199;height:738;rotation:-2627550fd;visibility:visible;mso-wrap-style:square;v-text-anchor:top" coordsize="998,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" path="m,614c29,524,57,436,144,350,231,264,381,158,523,100,665,42,899,21,998,e" filled="f" strokecolor="gray" strokeweight=".25pt">
                        <v:stroke dashstyle="1 1" endcap="round"/>
                        <v:path arrowok="t" o:connecttype="custom" o:connectlocs="0,738;173,421;628,120;1199,0" o:connectangles="0,0,0,0"/>
                      </v:shape>
                      <v:shape id="Freeform 368" o:spid="_x0000_s1039" style="position:absolute;left:1836;top:3480;width:6998;height:6597;visibility:visible;mso-wrap-style:square;v-text-anchor:top" coordsize="6998,6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" path="m,c20,52,66,213,108,312v42,99,78,195,144,282c318,681,403,766,504,836v101,70,203,120,352,176c1005,1068,1211,1115,1396,1171v185,56,379,109,573,178c2161,1417,2317,1481,2551,1582v235,102,531,228,823,373c3664,2101,4059,2314,4301,2454v242,140,370,220,523,341c4976,2917,5114,3081,5215,3182v101,101,95,124,212,218c5543,3493,5787,3603,5913,3743v127,141,180,241,270,499c6272,4499,6377,4994,6451,5287v75,294,126,547,179,716c6683,6173,6707,6202,6768,6301v61,100,182,235,230,296e" filled="f" strokecolor="#333">
                        <v:path arrowok="t" o:connecttype="custom" o:connectlocs="0,0;108,312;252,594;504,836;856,1012;1396,1171;1969,1349;2551,1582;3374,1955;4301,2454;4824,2795;5215,3182;5427,3400;5913,3743;6183,4242;6451,5287;6630,6003;6768,6301;6998,6597" o:connectangles="0,0,0,0,0,0,0,0,0,0,0,0,0,0,0,0,0,0,0"/>
                      </v:shape>
                      <v:shape id="Freeform 369" o:spid="_x0000_s1040" style="position:absolute;left:9883;top:10500;width:279;height:166;rotation:-2627550fd;visibility:visible;mso-wrap-style:square;v-text-anchor:top" coordsize="232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" path="m232,130v-12,,-45,8,-74,c129,122,83,101,57,79,31,57,12,16,,e" filled="f" strokecolor="gray">
                        <v:path arrowok="t" o:connecttype="custom" o:connectlocs="279,156;190,156;69,95;0,0" o:connectangles="0,0,0,0"/>
                      </v:shape>
                      <v:shape id="Freeform 370" o:spid="_x0000_s1041" style="position:absolute;left:8595;top:10612;width:681;height:675;rotation:-2627550fd;visibility:visible;mso-wrap-style:square;v-text-anchor:top" coordsize="567,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" path="m555,559v12,-3,-38,-81,-60,-132c473,376,455,304,423,253,391,202,357,155,303,121,249,87,148,69,99,49,50,29,18,2,9,1,,,23,27,45,43v22,16,64,29,96,54c173,122,207,158,237,193v30,35,53,72,84,114c352,349,384,406,423,445v39,39,120,117,132,114xe" fillcolor="#ddd" stroked="f">
                        <v:path arrowok="t" o:connecttype="custom" o:connectlocs="667,671;595,513;508,304;364,145;119,59;11,1;54,52;169,117;285,232;386,369;508,534;667,671" o:connectangles="0,0,0,0,0,0,0,0,0,0,0,0"/>
                      </v:shape>
                      <v:shape id="Freeform 371" o:spid="_x0000_s1042" style="position:absolute;left:10125;top:10553;width:119;height:63;rotation:-2627550fd;visibility:visible;mso-wrap-style:square;v-text-anchor:top" coordsize="99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" path="m71,1c84,,89,10,92,18v3,8,7,24,,29c85,52,63,49,49,49,35,49,12,51,6,47,,43,2,29,13,23,24,17,58,2,71,1xe" fillcolor="silver" strokecolor="gray">
                        <v:path arrowok="t" o:connecttype="custom" o:connectlocs="85,1;111,22;111,57;59,59;7,57;16,28;85,1" o:connectangles="0,0,0,0,0,0,0"/>
                      </v:shape>
                      <v:shape id="Freeform 372" o:spid="_x0000_s1043" style="position:absolute;left:3635;top:3396;width:6713;height:7680;visibility:visible;mso-wrap-style:square;v-text-anchor:top" coordsize="6715,7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" path="m165,2690v212,115,427,227,599,286c936,3035,1016,3006,1201,3045v186,38,494,120,678,159c2063,3244,2161,3238,2303,3282v141,45,300,131,423,190c2850,3531,2982,3550,3043,3638v61,88,28,207,53,362c3120,4156,3135,4412,3185,4573v50,162,129,268,208,398c3472,5101,3559,5178,3659,5351v100,171,234,459,332,653c4091,6199,4201,6358,4255,6515v52,155,52,304,54,427c4312,7065,4258,7171,4273,7256v14,85,51,150,126,194c4474,7494,4629,7508,4721,7519v91,12,158,1,225,-1c5013,7517,5024,7493,5126,7508v102,15,320,78,431,99c5667,7626,5704,7612,5791,7624v87,12,199,56,286,53c6166,7673,6257,7638,6319,7605v60,-32,85,-96,123,-123c6479,7457,6505,7483,6547,7452v41,-33,125,-111,147,-162c6715,7239,6707,7169,6675,7145v-32,-23,-122,-2,-174,5c6450,7158,6410,7181,6363,7192v-48,10,-81,34,-149,20c6145,7198,6058,7165,5953,7103v-106,-61,-268,-187,-371,-261c5478,6767,5421,6770,5332,6656v-91,-113,-207,-304,-290,-500c4959,5961,4898,5731,4833,5483v-63,-247,-93,-517,-175,-812c4577,4376,4413,3939,4342,3713v-72,-226,-76,-236,-109,-398c4198,3152,4178,2886,4139,2735v-39,-153,-75,-252,-140,-334c3934,2317,3875,2319,3747,2235v-128,-84,-338,-226,-518,-336c3049,1790,2878,1683,2669,1579,2460,1476,2202,1367,1973,1280v-229,-87,-529,-175,-677,-221c1149,1012,1147,1029,1085,999,1023,970,985,926,923,883,861,840,801,802,715,735,629,668,501,550,408,480,315,410,224,392,156,312,88,232,32,65,,e" filled="f" strokecolor="gray" strokeweight="1pt">
                        <v:path arrowok="t" o:connecttype="custom" o:connectlocs="165,2690;764,2976;1201,3045;1878,3204;2302,3282;2725,3472;3042,3638;3095,4000;3184,4573;3392,4971;3658,5351;3990,6004;4254,6515;4308,6942;4272,7256;4398,7450;4720,7519;4945,7518;5124,7508;5555,7607;5789,7624;6075,7677;6317,7605;6440,7482;6545,7452;6692,7290;6673,7145;6499,7150;6361,7192;6212,7212;5951,7103;5580,6842;5330,6656;5040,6156;4832,5483;4657,4671;4341,3713;4232,3315;4138,2735;3998,2401;3746,2235;3228,1899;2668,1579;1972,1280;1296,1059;1085,999;923,883;715,735;408,480;156,312;0,0" o:connectangles="0,0,0,0,0,0,0,0,0,0,0,0,0,0,0,0,0,0,0,0,0,0,0,0,0,0,0,0,0,0,0,0,0,0,0,0,0,0,0,0,0,0,0,0,0,0,0,0,0,0,0"/>
                      </v:shape>
                      <v:shape id="Freeform 373" o:spid="_x0000_s1044" style="position:absolute;left:1836;top:4476;width:157;height:768;visibility:visible;mso-wrap-style:square;v-text-anchor:top" coordsize="157,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" path="m157,c144,9,103,22,80,53,57,84,32,121,19,186,6,251,,347,1,444v1,97,18,257,23,324e" filled="f" strokecolor="gray">
                        <v:path arrowok="t" o:connecttype="custom" o:connectlocs="157,0;80,53;19,186;1,444;24,768" o:connectangles="0,0,0,0,0"/>
                      </v:shape>
                      <v:shape id="Freeform 374" o:spid="_x0000_s1045" style="position:absolute;left:1602;top:4991;width:174;height:343;flip:x;visibility:visible;mso-wrap-style:square;v-text-anchor:top" coordsize="174,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" path="m,289c7,246,36,60,55,30,74,,97,55,117,107v20,52,45,187,57,236e" filled="f" strokecolor="gray">
                        <v:path arrowok="t" o:connecttype="custom" o:connectlocs="0,289;55,30;117,107;174,343" o:connectangles="0,0,0,0"/>
                      </v:shape>
                      <v:shape id="Freeform 375" o:spid="_x0000_s1046" style="position:absolute;left:1954;top:4466;width:700;height:557;flip:x;visibility:visible;mso-wrap-style:square;v-text-anchor:top" coordsize="700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" path="m,557c40,487,81,417,122,358,163,299,197,251,249,202,301,153,375,98,434,65,493,32,558,10,602,5v44,-5,71,11,98,27e" filled="f">
                        <v:path arrowok="t" o:connecttype="custom" o:connectlocs="0,557;122,358;249,202;434,65;602,5;700,32" o:connectangles="0,0,0,0,0,0"/>
                      </v:shape>
                      <v:shape id="Freeform 376" o:spid="_x0000_s1047" style="position:absolute;left:1560;top:3552;width:144;height:965;visibility:visible;mso-wrap-style:square;v-text-anchor:top" coordsize="144,9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" path="m,c20,64,86,277,109,384v23,107,27,181,31,257c144,717,135,784,131,838v-4,54,-9,90,-15,127e" filled="f">
                        <v:path arrowok="t" o:connecttype="custom" o:connectlocs="0,0;109,384;140,641;131,838;116,965" o:connectangles="0,0,0,0,0"/>
                      </v:shape>
                      <v:shape id="Freeform 377" o:spid="_x0000_s1048" style="position:absolute;left:1470;top:4494;width:210;height:750;flip:x;visibility:visible;mso-wrap-style:square;v-text-anchor:top" coordsize="210,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" path="m,c9,39,28,141,54,234v26,93,76,238,102,324c182,644,196,700,210,750e" filled="f" strokecolor="gray">
                        <v:path arrowok="t" o:connecttype="custom" o:connectlocs="0,0;54,234;156,558;210,750" o:connectangles="0,0,0,0"/>
                      </v:shape>
                    </v:group>
                  </w:pict>
                </mc:Fallback>
              </mc:AlternateContent>
            </w:r>
            <w:r w:rsidR="00DA2BDB" w:rsidRPr="00AD4CCC">
              <w:rPr>
                <w:rFonts w:ascii="Arial" w:hAnsi="Arial"/>
                <w:b/>
                <w:bCs/>
                <w:sz w:val="18"/>
                <w:szCs w:val="20"/>
              </w:rPr>
              <w:t>Right Lower Extremity Arterial Duplex</w:t>
            </w:r>
          </w:p>
        </w:tc>
      </w:tr>
      <w:tr w:rsidR="00DA2BDB" w:rsidRPr="00AD4CCC" w:rsidTr="00AD4CCC">
        <w:trPr>
          <w:gridAfter w:val="1"/>
          <w:wAfter w:w="13" w:type="dxa"/>
          <w:trHeight w:val="7938"/>
        </w:trPr>
        <w:tc>
          <w:tcPr>
            <w:tcW w:w="9740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051E26" w:rsidP="00AD4CCC">
            <w:pPr>
              <w:tabs>
                <w:tab w:val="left" w:pos="2127"/>
              </w:tabs>
              <w:jc w:val="center"/>
              <w:rPr>
                <w:rFonts w:ascii="Arial" w:hAnsi="Arial"/>
                <w:b/>
                <w:bCs/>
                <w:sz w:val="18"/>
                <w:szCs w:val="20"/>
              </w:rPr>
            </w:pP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2304" behindDoc="0" locked="0" layoutInCell="1" allowOverlap="1">
                      <wp:simplePos x="0" y="0"/>
                      <wp:positionH relativeFrom="column">
                        <wp:posOffset>1184910</wp:posOffset>
                      </wp:positionH>
                      <wp:positionV relativeFrom="paragraph">
                        <wp:posOffset>2487295</wp:posOffset>
                      </wp:positionV>
                      <wp:extent cx="552450" cy="336550"/>
                      <wp:effectExtent l="9525" t="13335" r="9525" b="12065"/>
                      <wp:wrapNone/>
                      <wp:docPr id="38" name="Text Box 4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2450" cy="3365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EC3850" w:rsidRPr="00EC3850" w:rsidRDefault="00EC3850" w:rsidP="00EC385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50-74</w:t>
                                  </w:r>
                                  <w:r w:rsidRPr="00EC3850">
                                    <w:rPr>
                                      <w:sz w:val="16"/>
                                      <w:szCs w:val="16"/>
                                    </w:rPr>
                                    <w:t>%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29" o:spid="_x0000_s1026" type="#_x0000_t202" style="position:absolute;left:0;text-align:left;margin-left:93.3pt;margin-top:195.85pt;width:43.5pt;height:26.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" filled="f" strokecolor="white">
                      <v:textbox>
                        <w:txbxContent>
                          <w:p w:rsidR="00EC3850" w:rsidRPr="00EC3850" w:rsidRDefault="00EC3850" w:rsidP="00EC385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50</w:t>
                            </w:r>
                            <w:bookmarkStart w:id="1" w:name="_GoBack"/>
                            <w:bookmarkEnd w:id="1"/>
                            <w:r>
                              <w:rPr>
                                <w:sz w:val="16"/>
                                <w:szCs w:val="16"/>
                              </w:rPr>
                              <w:t>-74</w:t>
                            </w:r>
                            <w:r w:rsidRPr="00EC3850">
                              <w:rPr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1089025</wp:posOffset>
                      </wp:positionH>
                      <wp:positionV relativeFrom="paragraph">
                        <wp:posOffset>2392680</wp:posOffset>
                      </wp:positionV>
                      <wp:extent cx="426720" cy="152400"/>
                      <wp:effectExtent l="8890" t="4445" r="2540" b="5080"/>
                      <wp:wrapNone/>
                      <wp:docPr id="37" name="Text Box 3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672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EC3850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M75/28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5" o:spid="_x0000_s1027" type="#_x0000_t202" style="position:absolute;left:0;text-align:left;margin-left:85.75pt;margin-top:188.4pt;width:33.6pt;height:1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EC3850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M75/28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>
                      <wp:simplePos x="0" y="0"/>
                      <wp:positionH relativeFrom="column">
                        <wp:posOffset>1506855</wp:posOffset>
                      </wp:positionH>
                      <wp:positionV relativeFrom="paragraph">
                        <wp:posOffset>2469515</wp:posOffset>
                      </wp:positionV>
                      <wp:extent cx="257175" cy="0"/>
                      <wp:effectExtent l="7620" t="5080" r="11430" b="13970"/>
                      <wp:wrapNone/>
                      <wp:docPr id="36" name="Line 4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71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F4CF5B5" id="Line 419" o:spid="_x0000_s1026" style="position:absolute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8.65pt,194.45pt" to="138.9pt,19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77pFAIAACo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"/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2343150</wp:posOffset>
                      </wp:positionH>
                      <wp:positionV relativeFrom="paragraph">
                        <wp:posOffset>1301750</wp:posOffset>
                      </wp:positionV>
                      <wp:extent cx="536575" cy="152400"/>
                      <wp:effectExtent l="5715" t="8890" r="635" b="635"/>
                      <wp:wrapNone/>
                      <wp:docPr id="35" name="Text Box 3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65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EC3850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M331/65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4" o:spid="_x0000_s1028" type="#_x0000_t202" style="position:absolute;left:0;text-align:left;margin-left:184.5pt;margin-top:102.5pt;width:42.25pt;height:1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EC3850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M331/65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>
                      <wp:simplePos x="0" y="0"/>
                      <wp:positionH relativeFrom="column">
                        <wp:posOffset>2766060</wp:posOffset>
                      </wp:positionH>
                      <wp:positionV relativeFrom="paragraph">
                        <wp:posOffset>1628775</wp:posOffset>
                      </wp:positionV>
                      <wp:extent cx="829945" cy="336550"/>
                      <wp:effectExtent l="9525" t="12065" r="8255" b="13335"/>
                      <wp:wrapNone/>
                      <wp:docPr id="34" name="Text Box 4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9945" cy="3365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EC3850" w:rsidRPr="00EC3850" w:rsidRDefault="00EC385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EC3850">
                                    <w:rPr>
                                      <w:sz w:val="16"/>
                                      <w:szCs w:val="16"/>
                                    </w:rPr>
                                    <w:t>75-99%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28" o:spid="_x0000_s1029" type="#_x0000_t202" style="position:absolute;left:0;text-align:left;margin-left:217.8pt;margin-top:128.25pt;width:65.35pt;height:26.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" filled="f" strokecolor="white [3212]">
                      <v:textbox>
                        <w:txbxContent>
                          <w:p w:rsidR="00EC3850" w:rsidRPr="00EC3850" w:rsidRDefault="00EC385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EC3850">
                              <w:rPr>
                                <w:sz w:val="16"/>
                                <w:szCs w:val="16"/>
                              </w:rPr>
                              <w:t>75-99%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0256" behindDoc="0" locked="0" layoutInCell="1" allowOverlap="1">
                      <wp:simplePos x="0" y="0"/>
                      <wp:positionH relativeFrom="column">
                        <wp:posOffset>3007360</wp:posOffset>
                      </wp:positionH>
                      <wp:positionV relativeFrom="paragraph">
                        <wp:posOffset>1513840</wp:posOffset>
                      </wp:positionV>
                      <wp:extent cx="10795" cy="58420"/>
                      <wp:effectExtent l="12700" t="11430" r="5080" b="6350"/>
                      <wp:wrapNone/>
                      <wp:docPr id="33" name="Freeform 4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795" cy="58420"/>
                              </a:xfrm>
                              <a:custGeom>
                                <a:avLst/>
                                <a:gdLst>
                                  <a:gd name="T0" fmla="*/ 17 w 17"/>
                                  <a:gd name="T1" fmla="*/ 0 h 92"/>
                                  <a:gd name="T2" fmla="*/ 0 w 17"/>
                                  <a:gd name="T3" fmla="*/ 92 h 9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7" h="92">
                                    <a:moveTo>
                                      <a:pt x="17" y="0"/>
                                    </a:moveTo>
                                    <a:cubicBezTo>
                                      <a:pt x="17" y="0"/>
                                      <a:pt x="8" y="46"/>
                                      <a:pt x="0" y="92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curve w14:anchorId="616B4329" id="Freeform 427" o:spid="_x0000_s1026" style="position:absolute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rom="237.65pt,119.2pt" control1="237.65pt,119.2pt" control2="237.2pt,121.5pt" to="236.8pt,123.8pt" coordsize="17,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" filled="f" strokecolor="white [3212]">
                      <v:path arrowok="t" o:connecttype="custom" o:connectlocs="10795,0;0,58420" o:connectangles="0,0"/>
                    </v:curv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>
                      <wp:simplePos x="0" y="0"/>
                      <wp:positionH relativeFrom="column">
                        <wp:posOffset>3018790</wp:posOffset>
                      </wp:positionH>
                      <wp:positionV relativeFrom="paragraph">
                        <wp:posOffset>1513840</wp:posOffset>
                      </wp:positionV>
                      <wp:extent cx="10795" cy="58420"/>
                      <wp:effectExtent l="5080" t="11430" r="12700" b="6350"/>
                      <wp:wrapNone/>
                      <wp:docPr id="32" name="Freeform 4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795" cy="58420"/>
                              </a:xfrm>
                              <a:custGeom>
                                <a:avLst/>
                                <a:gdLst>
                                  <a:gd name="T0" fmla="*/ 17 w 17"/>
                                  <a:gd name="T1" fmla="*/ 0 h 92"/>
                                  <a:gd name="T2" fmla="*/ 0 w 17"/>
                                  <a:gd name="T3" fmla="*/ 92 h 9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7" h="92">
                                    <a:moveTo>
                                      <a:pt x="17" y="0"/>
                                    </a:moveTo>
                                    <a:cubicBezTo>
                                      <a:pt x="17" y="0"/>
                                      <a:pt x="8" y="46"/>
                                      <a:pt x="0" y="92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curve w14:anchorId="02864830" id="Freeform 426" o:spid="_x0000_s1026" style="position:absolute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rom="238.55pt,119.2pt" control1="238.55pt,119.2pt" control2="238.1pt,121.5pt" to="237.7pt,123.8pt" coordsize="17,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" filled="f">
                      <v:path arrowok="t" o:connecttype="custom" o:connectlocs="10795,0;0,58420" o:connectangles="0,0"/>
                    </v:curv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>
                      <wp:simplePos x="0" y="0"/>
                      <wp:positionH relativeFrom="column">
                        <wp:posOffset>2995930</wp:posOffset>
                      </wp:positionH>
                      <wp:positionV relativeFrom="paragraph">
                        <wp:posOffset>1529080</wp:posOffset>
                      </wp:positionV>
                      <wp:extent cx="10795" cy="58420"/>
                      <wp:effectExtent l="10795" t="7620" r="6985" b="10160"/>
                      <wp:wrapNone/>
                      <wp:docPr id="31" name="Freeform 4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795" cy="58420"/>
                              </a:xfrm>
                              <a:custGeom>
                                <a:avLst/>
                                <a:gdLst>
                                  <a:gd name="T0" fmla="*/ 17 w 17"/>
                                  <a:gd name="T1" fmla="*/ 0 h 92"/>
                                  <a:gd name="T2" fmla="*/ 0 w 17"/>
                                  <a:gd name="T3" fmla="*/ 92 h 9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7" h="92">
                                    <a:moveTo>
                                      <a:pt x="17" y="0"/>
                                    </a:moveTo>
                                    <a:cubicBezTo>
                                      <a:pt x="17" y="0"/>
                                      <a:pt x="8" y="46"/>
                                      <a:pt x="0" y="92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curve w14:anchorId="2430D3C6" id="Freeform 425" o:spid="_x0000_s1026" style="position:absolute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rom="236.75pt,120.4pt" control1="236.75pt,120.4pt" control2="236.3pt,122.7pt" to="235.9pt,125pt" coordsize="17,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" filled="f">
                      <v:path arrowok="t" o:connecttype="custom" o:connectlocs="10795,0;0,58420" o:connectangles="0,0"/>
                    </v:curv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>
                      <wp:simplePos x="0" y="0"/>
                      <wp:positionH relativeFrom="column">
                        <wp:posOffset>2879090</wp:posOffset>
                      </wp:positionH>
                      <wp:positionV relativeFrom="paragraph">
                        <wp:posOffset>1536700</wp:posOffset>
                      </wp:positionV>
                      <wp:extent cx="109855" cy="76835"/>
                      <wp:effectExtent l="8255" t="5715" r="5715" b="12700"/>
                      <wp:wrapNone/>
                      <wp:docPr id="30" name="Freeform 4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9855" cy="76835"/>
                              </a:xfrm>
                              <a:custGeom>
                                <a:avLst/>
                                <a:gdLst>
                                  <a:gd name="T0" fmla="*/ 0 w 173"/>
                                  <a:gd name="T1" fmla="*/ 121 h 121"/>
                                  <a:gd name="T2" fmla="*/ 63 w 173"/>
                                  <a:gd name="T3" fmla="*/ 34 h 121"/>
                                  <a:gd name="T4" fmla="*/ 173 w 173"/>
                                  <a:gd name="T5" fmla="*/ 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73" h="121">
                                    <a:moveTo>
                                      <a:pt x="0" y="121"/>
                                    </a:moveTo>
                                    <a:lnTo>
                                      <a:pt x="63" y="34"/>
                                    </a:lnTo>
                                    <a:lnTo>
                                      <a:pt x="173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60A0253F" id="Freeform 424" o:spid="_x0000_s1026" style="position:absolute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26.7pt,127.05pt,229.85pt,122.7pt,235.35pt,121pt" coordsize="173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" fillcolor="silver">
                      <v:path arrowok="t" o:connecttype="custom" o:connectlocs="0,76835;40005,21590;109855,0" o:connectangles="0,0,0"/>
                    </v:polylin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>
                      <wp:simplePos x="0" y="0"/>
                      <wp:positionH relativeFrom="column">
                        <wp:posOffset>2783840</wp:posOffset>
                      </wp:positionH>
                      <wp:positionV relativeFrom="paragraph">
                        <wp:posOffset>1449070</wp:posOffset>
                      </wp:positionV>
                      <wp:extent cx="164465" cy="109220"/>
                      <wp:effectExtent l="27305" t="22860" r="17780" b="10795"/>
                      <wp:wrapNone/>
                      <wp:docPr id="29" name="Freeform 4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64465" cy="109220"/>
                              </a:xfrm>
                              <a:custGeom>
                                <a:avLst/>
                                <a:gdLst>
                                  <a:gd name="T0" fmla="*/ 259 w 259"/>
                                  <a:gd name="T1" fmla="*/ 0 h 172"/>
                                  <a:gd name="T2" fmla="*/ 196 w 259"/>
                                  <a:gd name="T3" fmla="*/ 126 h 172"/>
                                  <a:gd name="T4" fmla="*/ 156 w 259"/>
                                  <a:gd name="T5" fmla="*/ 172 h 172"/>
                                  <a:gd name="T6" fmla="*/ 0 w 259"/>
                                  <a:gd name="T7" fmla="*/ 155 h 172"/>
                                  <a:gd name="T8" fmla="*/ 259 w 259"/>
                                  <a:gd name="T9" fmla="*/ 0 h 17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59" h="172">
                                    <a:moveTo>
                                      <a:pt x="259" y="0"/>
                                    </a:moveTo>
                                    <a:lnTo>
                                      <a:pt x="196" y="126"/>
                                    </a:lnTo>
                                    <a:lnTo>
                                      <a:pt x="156" y="172"/>
                                    </a:lnTo>
                                    <a:lnTo>
                                      <a:pt x="0" y="155"/>
                                    </a:lnTo>
                                    <a:lnTo>
                                      <a:pt x="25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9C611B" id="Freeform 423" o:spid="_x0000_s1026" style="position:absolute;margin-left:219.2pt;margin-top:114.1pt;width:12.95pt;height:8.6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59,1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" path="m259,l196,126r-40,46l,155,259,xe" fillcolor="silver">
                      <v:path arrowok="t" o:connecttype="custom" o:connectlocs="164465,0;124460,80010;99060,109220;0,98425;164465,0" o:connectangles="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>
                      <wp:simplePos x="0" y="0"/>
                      <wp:positionH relativeFrom="column">
                        <wp:posOffset>1741170</wp:posOffset>
                      </wp:positionH>
                      <wp:positionV relativeFrom="paragraph">
                        <wp:posOffset>2432685</wp:posOffset>
                      </wp:positionV>
                      <wp:extent cx="59055" cy="120650"/>
                      <wp:effectExtent l="13335" t="25400" r="22860" b="25400"/>
                      <wp:wrapNone/>
                      <wp:docPr id="28" name="Freeform 4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9055" cy="120650"/>
                              </a:xfrm>
                              <a:custGeom>
                                <a:avLst/>
                                <a:gdLst>
                                  <a:gd name="T0" fmla="*/ 12 w 93"/>
                                  <a:gd name="T1" fmla="*/ 190 h 190"/>
                                  <a:gd name="T2" fmla="*/ 0 w 93"/>
                                  <a:gd name="T3" fmla="*/ 121 h 190"/>
                                  <a:gd name="T4" fmla="*/ 29 w 93"/>
                                  <a:gd name="T5" fmla="*/ 52 h 190"/>
                                  <a:gd name="T6" fmla="*/ 93 w 93"/>
                                  <a:gd name="T7" fmla="*/ 0 h 190"/>
                                  <a:gd name="T8" fmla="*/ 12 w 93"/>
                                  <a:gd name="T9" fmla="*/ 190 h 19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93" h="190">
                                    <a:moveTo>
                                      <a:pt x="12" y="190"/>
                                    </a:moveTo>
                                    <a:lnTo>
                                      <a:pt x="0" y="121"/>
                                    </a:lnTo>
                                    <a:lnTo>
                                      <a:pt x="29" y="52"/>
                                    </a:lnTo>
                                    <a:lnTo>
                                      <a:pt x="93" y="0"/>
                                    </a:lnTo>
                                    <a:lnTo>
                                      <a:pt x="12" y="19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004F60" id="Freeform 422" o:spid="_x0000_s1026" style="position:absolute;margin-left:137.1pt;margin-top:191.55pt;width:4.65pt;height:9.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" path="m12,190l,121,29,52,93,,12,190xe" fillcolor="silver">
                      <v:path arrowok="t" o:connecttype="custom" o:connectlocs="7620,120650;0,76835;18415,33020;59055,0;7620,120650" o:connectangles="0,0,0,0,0"/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>
                      <wp:simplePos x="0" y="0"/>
                      <wp:positionH relativeFrom="column">
                        <wp:posOffset>1708785</wp:posOffset>
                      </wp:positionH>
                      <wp:positionV relativeFrom="paragraph">
                        <wp:posOffset>3649980</wp:posOffset>
                      </wp:positionV>
                      <wp:extent cx="476250" cy="0"/>
                      <wp:effectExtent l="9525" t="13970" r="9525" b="5080"/>
                      <wp:wrapNone/>
                      <wp:docPr id="27" name="Line 4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762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17C0626" id="Line 421" o:spid="_x0000_s1026" style="position:absolute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4.55pt,287.4pt" to="172.05pt,28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"/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>
                      <wp:simplePos x="0" y="0"/>
                      <wp:positionH relativeFrom="column">
                        <wp:posOffset>1718310</wp:posOffset>
                      </wp:positionH>
                      <wp:positionV relativeFrom="paragraph">
                        <wp:posOffset>3145155</wp:posOffset>
                      </wp:positionV>
                      <wp:extent cx="647700" cy="0"/>
                      <wp:effectExtent l="9525" t="13970" r="9525" b="5080"/>
                      <wp:wrapNone/>
                      <wp:docPr id="26" name="Line 4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77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FA63A34" id="Line 420" o:spid="_x0000_s1026" style="position:absolute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.3pt,247.65pt" to="186.3pt,24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"/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2133600</wp:posOffset>
                      </wp:positionH>
                      <wp:positionV relativeFrom="paragraph">
                        <wp:posOffset>3590290</wp:posOffset>
                      </wp:positionV>
                      <wp:extent cx="306070" cy="152400"/>
                      <wp:effectExtent l="5715" t="1905" r="2540" b="7620"/>
                      <wp:wrapNone/>
                      <wp:docPr id="25" name="Text Box 3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EC3850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M42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7" o:spid="_x0000_s1030" type="#_x0000_t202" style="position:absolute;left:0;text-align:left;margin-left:168pt;margin-top:282.7pt;width:24.1pt;height:1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EC3850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M42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2322195</wp:posOffset>
                      </wp:positionH>
                      <wp:positionV relativeFrom="paragraph">
                        <wp:posOffset>3088640</wp:posOffset>
                      </wp:positionV>
                      <wp:extent cx="306070" cy="152400"/>
                      <wp:effectExtent l="3810" t="5080" r="4445" b="4445"/>
                      <wp:wrapNone/>
                      <wp:docPr id="24" name="Text Box 3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EC3850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M16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6" o:spid="_x0000_s1031" type="#_x0000_t202" style="position:absolute;left:0;text-align:left;margin-left:182.85pt;margin-top:243.2pt;width:24.1pt;height:1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EC3850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M16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 w:cs="Arial"/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>
                      <wp:simplePos x="0" y="0"/>
                      <wp:positionH relativeFrom="column">
                        <wp:posOffset>5815965</wp:posOffset>
                      </wp:positionH>
                      <wp:positionV relativeFrom="paragraph">
                        <wp:posOffset>1070610</wp:posOffset>
                      </wp:positionV>
                      <wp:extent cx="306070" cy="152400"/>
                      <wp:effectExtent l="1905" t="6350" r="6350" b="3175"/>
                      <wp:wrapNone/>
                      <wp:docPr id="23" name="Text Box 4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E427B" w:rsidRPr="004E4B01" w:rsidRDefault="00EC3850" w:rsidP="008E427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T135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18" o:spid="_x0000_s1032" type="#_x0000_t202" style="position:absolute;left:0;text-align:left;margin-left:457.95pt;margin-top:84.3pt;width:24.1pt;height:12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8E427B" w:rsidRPr="004E4B01" w:rsidRDefault="00EC3850" w:rsidP="008E427B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T135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 w:cs="Arial"/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>
                      <wp:simplePos x="0" y="0"/>
                      <wp:positionH relativeFrom="column">
                        <wp:posOffset>5787390</wp:posOffset>
                      </wp:positionH>
                      <wp:positionV relativeFrom="paragraph">
                        <wp:posOffset>651510</wp:posOffset>
                      </wp:positionV>
                      <wp:extent cx="306070" cy="152400"/>
                      <wp:effectExtent l="1905" t="6350" r="6350" b="3175"/>
                      <wp:wrapNone/>
                      <wp:docPr id="22" name="Text Box 4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E427B" w:rsidRPr="004E4B01" w:rsidRDefault="00EC3850" w:rsidP="008E427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T95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17" o:spid="_x0000_s1033" type="#_x0000_t202" style="position:absolute;left:0;text-align:left;margin-left:455.7pt;margin-top:51.3pt;width:24.1pt;height:12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8E427B" w:rsidRPr="004E4B01" w:rsidRDefault="00EC3850" w:rsidP="008E427B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T95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2178050</wp:posOffset>
                      </wp:positionH>
                      <wp:positionV relativeFrom="paragraph">
                        <wp:posOffset>2219960</wp:posOffset>
                      </wp:positionV>
                      <wp:extent cx="306070" cy="152400"/>
                      <wp:effectExtent l="2540" t="3175" r="5715" b="6350"/>
                      <wp:wrapNone/>
                      <wp:docPr id="21" name="Text Box 4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EC3850" w:rsidP="00DA2BD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M50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13" o:spid="_x0000_s1034" type="#_x0000_t202" style="position:absolute;left:0;text-align:left;margin-left:171.5pt;margin-top:174.8pt;width:24.1pt;height:12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EC3850" w:rsidP="00DA2BDB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M50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>
                      <wp:simplePos x="0" y="0"/>
                      <wp:positionH relativeFrom="column">
                        <wp:posOffset>1758950</wp:posOffset>
                      </wp:positionH>
                      <wp:positionV relativeFrom="paragraph">
                        <wp:posOffset>2019935</wp:posOffset>
                      </wp:positionV>
                      <wp:extent cx="306070" cy="152400"/>
                      <wp:effectExtent l="2540" t="3175" r="5715" b="6350"/>
                      <wp:wrapNone/>
                      <wp:docPr id="20" name="Text Box 4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EC3850" w:rsidP="00DA2BD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M44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14" o:spid="_x0000_s1035" type="#_x0000_t202" style="position:absolute;left:0;text-align:left;margin-left:138.5pt;margin-top:159.05pt;width:24.1pt;height:12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EC3850" w:rsidP="00DA2BDB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M44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1990725</wp:posOffset>
                      </wp:positionH>
                      <wp:positionV relativeFrom="paragraph">
                        <wp:posOffset>1719580</wp:posOffset>
                      </wp:positionV>
                      <wp:extent cx="306070" cy="152400"/>
                      <wp:effectExtent l="5715" t="7620" r="2540" b="1905"/>
                      <wp:wrapNone/>
                      <wp:docPr id="19" name="Text Box 3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EC3850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M35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3" o:spid="_x0000_s1036" type="#_x0000_t202" style="position:absolute;left:0;text-align:left;margin-left:156.75pt;margin-top:135.4pt;width:24.1pt;height:1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EC3850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M35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2256155</wp:posOffset>
                      </wp:positionH>
                      <wp:positionV relativeFrom="paragraph">
                        <wp:posOffset>1493520</wp:posOffset>
                      </wp:positionV>
                      <wp:extent cx="306070" cy="152400"/>
                      <wp:effectExtent l="4445" t="635" r="3810" b="8890"/>
                      <wp:wrapNone/>
                      <wp:docPr id="18" name="Text Box 4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EC3850" w:rsidP="00DA2BD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M15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12" o:spid="_x0000_s1037" type="#_x0000_t202" style="position:absolute;left:0;text-align:left;margin-left:177.65pt;margin-top:117.6pt;width:24.1pt;height:12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EC3850" w:rsidP="00DA2BDB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M15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2941955</wp:posOffset>
                      </wp:positionH>
                      <wp:positionV relativeFrom="paragraph">
                        <wp:posOffset>1122045</wp:posOffset>
                      </wp:positionV>
                      <wp:extent cx="306070" cy="152400"/>
                      <wp:effectExtent l="4445" t="635" r="3810" b="8890"/>
                      <wp:wrapNone/>
                      <wp:docPr id="17" name="Text Box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EC3850" w:rsidP="00DA2BD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T75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11" o:spid="_x0000_s1038" type="#_x0000_t202" style="position:absolute;left:0;text-align:left;margin-left:231.65pt;margin-top:88.35pt;width:24.1pt;height:12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EC3850" w:rsidP="00DA2BDB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T75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3282315</wp:posOffset>
                      </wp:positionH>
                      <wp:positionV relativeFrom="paragraph">
                        <wp:posOffset>962025</wp:posOffset>
                      </wp:positionV>
                      <wp:extent cx="306070" cy="152400"/>
                      <wp:effectExtent l="1905" t="2540" r="6350" b="6985"/>
                      <wp:wrapNone/>
                      <wp:docPr id="16" name="Text Box 3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EC3850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T100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2" o:spid="_x0000_s1039" type="#_x0000_t202" style="position:absolute;left:0;text-align:left;margin-left:258.45pt;margin-top:75.75pt;width:24.1pt;height:1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EC3850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T100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3663315</wp:posOffset>
                      </wp:positionH>
                      <wp:positionV relativeFrom="paragraph">
                        <wp:posOffset>804545</wp:posOffset>
                      </wp:positionV>
                      <wp:extent cx="306070" cy="152400"/>
                      <wp:effectExtent l="1905" t="6985" r="6350" b="2540"/>
                      <wp:wrapNone/>
                      <wp:docPr id="15" name="Text Box 3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EC3850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T80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1" o:spid="_x0000_s1040" type="#_x0000_t202" style="position:absolute;left:0;text-align:left;margin-left:288.45pt;margin-top:63.35pt;width:24.1pt;height:1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EC3850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T80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3903345</wp:posOffset>
                      </wp:positionH>
                      <wp:positionV relativeFrom="paragraph">
                        <wp:posOffset>1273810</wp:posOffset>
                      </wp:positionV>
                      <wp:extent cx="496570" cy="142875"/>
                      <wp:effectExtent l="3810" t="0" r="4445" b="0"/>
                      <wp:wrapNone/>
                      <wp:docPr id="14" name="Text Box 3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6570" cy="142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EC3850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Patent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0" o:spid="_x0000_s1041" type="#_x0000_t202" style="position:absolute;left:0;text-align:left;margin-left:307.35pt;margin-top:100.3pt;width:39.1pt;height:11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EC3850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Patent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4078605</wp:posOffset>
                      </wp:positionH>
                      <wp:positionV relativeFrom="paragraph">
                        <wp:posOffset>656590</wp:posOffset>
                      </wp:positionV>
                      <wp:extent cx="306070" cy="152400"/>
                      <wp:effectExtent l="7620" t="1905" r="635" b="7620"/>
                      <wp:wrapNone/>
                      <wp:docPr id="13" name="Text Box 3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EC3850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T72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9" o:spid="_x0000_s1042" type="#_x0000_t202" style="position:absolute;left:0;text-align:left;margin-left:321.15pt;margin-top:51.7pt;width:24.1pt;height:12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EC3850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T72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4514850</wp:posOffset>
                      </wp:positionH>
                      <wp:positionV relativeFrom="paragraph">
                        <wp:posOffset>497205</wp:posOffset>
                      </wp:positionV>
                      <wp:extent cx="306070" cy="152400"/>
                      <wp:effectExtent l="5715" t="4445" r="2540" b="5080"/>
                      <wp:wrapNone/>
                      <wp:docPr id="12" name="Text Box 3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EC3850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T158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8" o:spid="_x0000_s1043" type="#_x0000_t202" style="position:absolute;left:0;text-align:left;margin-left:355.5pt;margin-top:39.15pt;width:24.1pt;height:12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EC3850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T158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4985385</wp:posOffset>
                      </wp:positionH>
                      <wp:positionV relativeFrom="paragraph">
                        <wp:posOffset>339090</wp:posOffset>
                      </wp:positionV>
                      <wp:extent cx="306070" cy="152400"/>
                      <wp:effectExtent l="0" t="8255" r="8255" b="1270"/>
                      <wp:wrapNone/>
                      <wp:docPr id="11" name="Text Box 3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EC3850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T77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7" o:spid="_x0000_s1044" type="#_x0000_t202" style="position:absolute;left:0;text-align:left;margin-left:392.55pt;margin-top:26.7pt;width:24.1pt;height:12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EC3850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T77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>
                      <wp:simplePos x="0" y="0"/>
                      <wp:positionH relativeFrom="column">
                        <wp:posOffset>5204460</wp:posOffset>
                      </wp:positionH>
                      <wp:positionV relativeFrom="paragraph">
                        <wp:posOffset>17145</wp:posOffset>
                      </wp:positionV>
                      <wp:extent cx="306070" cy="152400"/>
                      <wp:effectExtent l="0" t="635" r="8255" b="8890"/>
                      <wp:wrapNone/>
                      <wp:docPr id="10" name="Text Box 3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EC3850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T100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6" o:spid="_x0000_s1045" type="#_x0000_t202" style="position:absolute;left:0;text-align:left;margin-left:409.8pt;margin-top:1.35pt;width:24.1pt;height:12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EC3850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T100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>
                      <wp:simplePos x="0" y="0"/>
                      <wp:positionH relativeFrom="column">
                        <wp:posOffset>1352550</wp:posOffset>
                      </wp:positionH>
                      <wp:positionV relativeFrom="paragraph">
                        <wp:posOffset>4198620</wp:posOffset>
                      </wp:positionV>
                      <wp:extent cx="1584960" cy="687705"/>
                      <wp:effectExtent l="0" t="635" r="0" b="0"/>
                      <wp:wrapNone/>
                      <wp:docPr id="9" name="Text Box 3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4960" cy="6877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Default="00DA2BDB" w:rsidP="00DA2BDB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T……...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Triphasic</w:t>
                                  </w:r>
                                  <w:proofErr w:type="spellEnd"/>
                                </w:p>
                                <w:p w:rsidR="00DA2BDB" w:rsidRDefault="00DA2BDB" w:rsidP="00DA2BDB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B……....Biphasic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br/>
                                    <w:t>M….Monophasic</w:t>
                                  </w:r>
                                </w:p>
                                <w:p w:rsidR="00DA2BDB" w:rsidRDefault="00DA2BDB" w:rsidP="00DA2BDB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O…..…Occluded</w:t>
                                  </w:r>
                                </w:p>
                                <w:p w:rsidR="00DA2BDB" w:rsidRPr="00C2328A" w:rsidRDefault="00DA2BDB" w:rsidP="00DA2BDB">
                                  <w:pPr>
                                    <w:jc w:val="right"/>
                                    <w:rPr>
                                      <w:color w:val="80808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Arterial velocities in cm/s</w:t>
                                  </w:r>
                                </w:p>
                                <w:p w:rsidR="00DA2BDB" w:rsidRPr="00DA2BDB" w:rsidRDefault="00DA2BDB" w:rsidP="00DA2BD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3" o:spid="_x0000_s1046" type="#_x0000_t202" style="position:absolute;left:0;text-align:left;margin-left:106.5pt;margin-top:330.6pt;width:124.8pt;height:54.1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" filled="f" stroked="f" strokecolor="gray" strokeweight=".25pt">
                      <v:stroke dashstyle="1 1" endcap="round"/>
                      <v:textbox>
                        <w:txbxContent>
                          <w:p w:rsidR="00DA2BDB" w:rsidRDefault="00DA2BDB" w:rsidP="00DA2BDB">
                            <w:pPr>
                              <w:jc w:val="right"/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T……...Triphasic</w:t>
                            </w:r>
                          </w:p>
                          <w:p w:rsidR="00DA2BDB" w:rsidRDefault="00DA2BDB" w:rsidP="00DA2BDB">
                            <w:pPr>
                              <w:jc w:val="right"/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B……....Biphasic</w:t>
                            </w: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br/>
                              <w:t>M….Monophasic</w:t>
                            </w:r>
                          </w:p>
                          <w:p w:rsidR="00DA2BDB" w:rsidRDefault="00DA2BDB" w:rsidP="00DA2BDB">
                            <w:pPr>
                              <w:jc w:val="right"/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O…..…Occluded</w:t>
                            </w:r>
                          </w:p>
                          <w:p w:rsidR="00DA2BDB" w:rsidRPr="00C2328A" w:rsidRDefault="00DA2BDB" w:rsidP="00DA2BDB">
                            <w:pPr>
                              <w:jc w:val="right"/>
                              <w:rPr>
                                <w:color w:val="808080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Arterial velocities in cm/s</w:t>
                            </w:r>
                          </w:p>
                          <w:p w:rsidR="00DA2BDB" w:rsidRPr="00DA2BDB" w:rsidRDefault="00DA2BDB" w:rsidP="00DA2BDB"/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>
                      <wp:simplePos x="0" y="0"/>
                      <wp:positionH relativeFrom="column">
                        <wp:posOffset>4017645</wp:posOffset>
                      </wp:positionH>
                      <wp:positionV relativeFrom="paragraph">
                        <wp:posOffset>1216025</wp:posOffset>
                      </wp:positionV>
                      <wp:extent cx="617220" cy="220980"/>
                      <wp:effectExtent l="3810" t="0" r="0" b="0"/>
                      <wp:wrapNone/>
                      <wp:docPr id="8" name="Text Box 3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7220" cy="220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F6201D" w:rsidRDefault="00DA2BDB" w:rsidP="008B349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5" o:spid="_x0000_s1047" type="#_x0000_t202" style="position:absolute;left:0;text-align:left;margin-left:316.35pt;margin-top:95.75pt;width:48.6pt;height:17.4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" filled="f" stroked="f" strokecolor="gray" strokeweight=".25pt">
                      <v:stroke dashstyle="1 1" endcap="round"/>
                      <v:textbox>
                        <w:txbxContent>
                          <w:p w:rsidR="00DA2BDB" w:rsidRPr="00F6201D" w:rsidRDefault="00DA2BDB" w:rsidP="008B349C"/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>
                      <wp:simplePos x="0" y="0"/>
                      <wp:positionH relativeFrom="column">
                        <wp:posOffset>4520565</wp:posOffset>
                      </wp:positionH>
                      <wp:positionV relativeFrom="paragraph">
                        <wp:posOffset>1017905</wp:posOffset>
                      </wp:positionV>
                      <wp:extent cx="563880" cy="220980"/>
                      <wp:effectExtent l="1905" t="1270" r="0" b="0"/>
                      <wp:wrapNone/>
                      <wp:docPr id="7" name="Text Box 3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3880" cy="220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F6201D" w:rsidRDefault="00DA2BDB" w:rsidP="008B349C">
                                  <w:pPr>
                                    <w:jc w:val="right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4" o:spid="_x0000_s1048" type="#_x0000_t202" style="position:absolute;left:0;text-align:left;margin-left:355.95pt;margin-top:80.15pt;width:44.4pt;height:17.4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" filled="f" stroked="f" strokecolor="gray" strokeweight=".25pt">
                      <v:stroke dashstyle="1 1" endcap="round"/>
                      <v:textbox>
                        <w:txbxContent>
                          <w:p w:rsidR="00DA2BDB" w:rsidRPr="00F6201D" w:rsidRDefault="00DA2BDB" w:rsidP="008B349C">
                            <w:pPr>
                              <w:jc w:val="right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A2BDB" w:rsidRPr="00AD4CCC" w:rsidTr="00AD4CCC"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051E26" w:rsidP="00AD4CCC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AD4CCC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3392" behindDoc="0" locked="0" layoutInCell="1" allowOverlap="1">
                      <wp:simplePos x="0" y="0"/>
                      <wp:positionH relativeFrom="column">
                        <wp:posOffset>775970</wp:posOffset>
                      </wp:positionH>
                      <wp:positionV relativeFrom="paragraph">
                        <wp:posOffset>37465</wp:posOffset>
                      </wp:positionV>
                      <wp:extent cx="395605" cy="61595"/>
                      <wp:effectExtent l="10160" t="10795" r="13335" b="13335"/>
                      <wp:wrapNone/>
                      <wp:docPr id="6" name="Freeform 3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C4D146" id="Freeform 379" o:spid="_x0000_s1026" style="position:absolute;margin-left:61.1pt;margin-top:2.95pt;width:31.15pt;height:4.8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" path="m84,120c,106,185,36,185,36v,,72,-9,102,-12c317,21,344,,379,v35,,75,11,116,24c536,37,593,65,625,81v32,16,152,34,62,40l84,120xe" fillcolor="silver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DA2BDB" w:rsidRPr="00AD4CCC">
              <w:rPr>
                <w:rFonts w:ascii="Arial" w:hAnsi="Arial" w:cs="Arial"/>
                <w:color w:val="808080"/>
                <w:sz w:val="16"/>
                <w:szCs w:val="16"/>
              </w:rPr>
              <w:t>Plaque Type:</w:t>
            </w:r>
          </w:p>
        </w:tc>
        <w:tc>
          <w:tcPr>
            <w:tcW w:w="7777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2BDB" w:rsidRPr="00AD4CCC" w:rsidRDefault="00051E26" w:rsidP="00AD4CCC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AD4CCC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>
                      <wp:simplePos x="0" y="0"/>
                      <wp:positionH relativeFrom="column">
                        <wp:posOffset>2506980</wp:posOffset>
                      </wp:positionH>
                      <wp:positionV relativeFrom="paragraph">
                        <wp:posOffset>32385</wp:posOffset>
                      </wp:positionV>
                      <wp:extent cx="395605" cy="61595"/>
                      <wp:effectExtent l="5080" t="5715" r="8890" b="18415"/>
                      <wp:wrapNone/>
                      <wp:docPr id="5" name="Freeform 3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8F6792" id="Freeform 381" o:spid="_x0000_s1026" style="position:absolute;margin-left:197.4pt;margin-top:2.55pt;width:31.15pt;height:4.8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" path="m84,120c,106,185,36,185,36v,,72,-9,102,-12c317,21,344,,379,v35,,75,11,116,24c536,37,593,65,625,81v32,16,152,34,62,40l84,120xe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AD4CCC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1" allowOverlap="1">
                      <wp:simplePos x="0" y="0"/>
                      <wp:positionH relativeFrom="column">
                        <wp:posOffset>1741170</wp:posOffset>
                      </wp:positionH>
                      <wp:positionV relativeFrom="paragraph">
                        <wp:posOffset>37465</wp:posOffset>
                      </wp:positionV>
                      <wp:extent cx="395605" cy="61595"/>
                      <wp:effectExtent l="10795" t="10795" r="12700" b="13335"/>
                      <wp:wrapNone/>
                      <wp:docPr id="4" name="Freeform 3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9A19CF" id="Freeform 380" o:spid="_x0000_s1026" style="position:absolute;margin-left:137.1pt;margin-top:2.95pt;width:31.15pt;height:4.8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AD4CCC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2368" behindDoc="0" locked="0" layoutInCell="1" allowOverlap="1">
                      <wp:simplePos x="0" y="0"/>
                      <wp:positionH relativeFrom="column">
                        <wp:posOffset>613410</wp:posOffset>
                      </wp:positionH>
                      <wp:positionV relativeFrom="paragraph">
                        <wp:posOffset>28575</wp:posOffset>
                      </wp:positionV>
                      <wp:extent cx="395605" cy="61595"/>
                      <wp:effectExtent l="6985" t="11430" r="6985" b="12700"/>
                      <wp:wrapNone/>
                      <wp:docPr id="3" name="Freeform 378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DFBF7D" id="Freeform 378" o:spid="_x0000_s1026" alt="Granite" style="position:absolute;margin-left:48.3pt;margin-top:2.25pt;width:31.15pt;height:4.8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" path="m84,120c,106,185,36,185,36v,,72,-9,102,-12c317,21,344,,379,v35,,75,11,116,24c536,37,593,65,625,81v32,16,152,34,62,40l84,120xe">
                      <v:fill r:id="rId7" o:title="Granite" recolor="t" rotate="t" type="tile"/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AD4CCC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6464" behindDoc="0" locked="0" layoutInCell="1" allowOverlap="1">
                      <wp:simplePos x="0" y="0"/>
                      <wp:positionH relativeFrom="column">
                        <wp:posOffset>3724910</wp:posOffset>
                      </wp:positionH>
                      <wp:positionV relativeFrom="paragraph">
                        <wp:posOffset>32385</wp:posOffset>
                      </wp:positionV>
                      <wp:extent cx="335280" cy="62865"/>
                      <wp:effectExtent l="13335" t="15240" r="32385" b="7620"/>
                      <wp:wrapNone/>
                      <wp:docPr id="2" name="Freeform 3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5280" cy="62865"/>
                              </a:xfrm>
                              <a:custGeom>
                                <a:avLst/>
                                <a:gdLst>
                                  <a:gd name="T0" fmla="*/ 0 w 528"/>
                                  <a:gd name="T1" fmla="*/ 81 h 81"/>
                                  <a:gd name="T2" fmla="*/ 528 w 528"/>
                                  <a:gd name="T3" fmla="*/ 81 h 81"/>
                                  <a:gd name="T4" fmla="*/ 482 w 528"/>
                                  <a:gd name="T5" fmla="*/ 64 h 81"/>
                                  <a:gd name="T6" fmla="*/ 391 w 528"/>
                                  <a:gd name="T7" fmla="*/ 28 h 81"/>
                                  <a:gd name="T8" fmla="*/ 338 w 528"/>
                                  <a:gd name="T9" fmla="*/ 0 h 81"/>
                                  <a:gd name="T10" fmla="*/ 302 w 528"/>
                                  <a:gd name="T11" fmla="*/ 28 h 81"/>
                                  <a:gd name="T12" fmla="*/ 261 w 528"/>
                                  <a:gd name="T13" fmla="*/ 2 h 81"/>
                                  <a:gd name="T14" fmla="*/ 220 w 528"/>
                                  <a:gd name="T15" fmla="*/ 28 h 81"/>
                                  <a:gd name="T16" fmla="*/ 175 w 528"/>
                                  <a:gd name="T17" fmla="*/ 26 h 81"/>
                                  <a:gd name="T18" fmla="*/ 144 w 528"/>
                                  <a:gd name="T19" fmla="*/ 4 h 81"/>
                                  <a:gd name="T20" fmla="*/ 100 w 528"/>
                                  <a:gd name="T21" fmla="*/ 38 h 81"/>
                                  <a:gd name="T22" fmla="*/ 69 w 528"/>
                                  <a:gd name="T23" fmla="*/ 38 h 81"/>
                                  <a:gd name="T24" fmla="*/ 9 w 528"/>
                                  <a:gd name="T25" fmla="*/ 55 h 81"/>
                                  <a:gd name="T26" fmla="*/ 0 w 528"/>
                                  <a:gd name="T27" fmla="*/ 81 h 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528" h="81">
                                    <a:moveTo>
                                      <a:pt x="0" y="81"/>
                                    </a:moveTo>
                                    <a:lnTo>
                                      <a:pt x="528" y="81"/>
                                    </a:lnTo>
                                    <a:lnTo>
                                      <a:pt x="482" y="64"/>
                                    </a:lnTo>
                                    <a:lnTo>
                                      <a:pt x="391" y="28"/>
                                    </a:lnTo>
                                    <a:lnTo>
                                      <a:pt x="338" y="0"/>
                                    </a:lnTo>
                                    <a:lnTo>
                                      <a:pt x="302" y="28"/>
                                    </a:lnTo>
                                    <a:lnTo>
                                      <a:pt x="261" y="2"/>
                                    </a:lnTo>
                                    <a:lnTo>
                                      <a:pt x="220" y="28"/>
                                    </a:lnTo>
                                    <a:lnTo>
                                      <a:pt x="175" y="26"/>
                                    </a:lnTo>
                                    <a:lnTo>
                                      <a:pt x="144" y="4"/>
                                    </a:lnTo>
                                    <a:lnTo>
                                      <a:pt x="100" y="38"/>
                                    </a:lnTo>
                                    <a:lnTo>
                                      <a:pt x="69" y="38"/>
                                    </a:lnTo>
                                    <a:lnTo>
                                      <a:pt x="9" y="55"/>
                                    </a:lnTo>
                                    <a:lnTo>
                                      <a:pt x="0" y="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C28CB1" id="Freeform 382" o:spid="_x0000_s1026" style="position:absolute;margin-left:293.3pt;margin-top:2.55pt;width:26.4pt;height:4.9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8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" path="m,81r528,l482,64,391,28,338,,302,28,261,2,220,28,175,26,144,4,100,38r-31,l9,55,,81xe">
                      <v:path arrowok="t" o:connecttype="custom" o:connectlocs="0,62865;335280,62865;306070,49671;248285,21731;214630,0;191770,21731;165735,1552;139700,21731;111125,20179;91440,3104;63500,29492;43815,29492;5715,42686;0,62865" o:connectangles="0,0,0,0,0,0,0,0,0,0,0,0,0,0"/>
                    </v:shape>
                  </w:pict>
                </mc:Fallback>
              </mc:AlternateContent>
            </w:r>
            <w:r w:rsidR="00DA2BDB" w:rsidRPr="00AD4CCC">
              <w:rPr>
                <w:rFonts w:ascii="Arial" w:hAnsi="Arial" w:cs="Arial"/>
                <w:color w:val="808080"/>
                <w:sz w:val="16"/>
                <w:szCs w:val="16"/>
              </w:rPr>
              <w:t xml:space="preserve">Homogenous               </w:t>
            </w:r>
            <w:proofErr w:type="spellStart"/>
            <w:r w:rsidR="00DA2BDB" w:rsidRPr="00AD4CCC">
              <w:rPr>
                <w:rFonts w:ascii="Arial" w:hAnsi="Arial" w:cs="Arial"/>
                <w:color w:val="808080"/>
                <w:sz w:val="16"/>
                <w:szCs w:val="16"/>
              </w:rPr>
              <w:t>Heterogenous</w:t>
            </w:r>
            <w:proofErr w:type="spellEnd"/>
            <w:r w:rsidR="00DA2BDB" w:rsidRPr="00AD4CCC">
              <w:rPr>
                <w:rFonts w:ascii="Arial" w:hAnsi="Arial" w:cs="Arial"/>
                <w:color w:val="808080"/>
                <w:sz w:val="16"/>
                <w:szCs w:val="16"/>
              </w:rPr>
              <w:t xml:space="preserve">                 Calcific                Smooth Surface                Irregular Surface</w:t>
            </w: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DA2BDB" w:rsidP="00AD4CC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DA2BDB" w:rsidP="00AD4CCC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DA2BDB" w:rsidP="00AD4CC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bCs/>
                <w:color w:val="808080"/>
                <w:sz w:val="18"/>
                <w:szCs w:val="18"/>
              </w:rPr>
              <w:t>Comments: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EC3850" w:rsidP="00AD4CCC">
            <w:pPr>
              <w:tabs>
                <w:tab w:val="left" w:pos="822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Exercise ABPI performed and reported separately. </w:t>
            </w: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DA2BDB" w:rsidP="00AD4CC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proofErr w:type="spellStart"/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Aortoiliac</w:t>
            </w:r>
            <w:proofErr w:type="spellEnd"/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 xml:space="preserve"> Segment: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EC3850" w:rsidP="00AD4CCC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Patent. No significant arterial disease seen. Normal calibre Aorta.</w:t>
            </w: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DA2BDB" w:rsidP="00AD4CC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Common Femoral Artery: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EC3850" w:rsidP="00AD4CCC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Patent. No significant arterial disease seen.</w:t>
            </w: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DA2BDB" w:rsidP="00AD4CC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 xml:space="preserve">Proximal </w:t>
            </w:r>
            <w:proofErr w:type="spellStart"/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Profunda</w:t>
            </w:r>
            <w:proofErr w:type="spellEnd"/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 xml:space="preserve"> </w:t>
            </w:r>
            <w:proofErr w:type="spellStart"/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Femoris</w:t>
            </w:r>
            <w:proofErr w:type="spellEnd"/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EC3850" w:rsidP="00AD4CCC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Patent at origin.</w:t>
            </w: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DA2BDB" w:rsidP="00AD4CC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Superficial Femoral Artery: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EC3850" w:rsidP="00AD4CCC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Patent. 75-99% distal SFA stenosis.</w:t>
            </w: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DA2BDB" w:rsidP="00AD4CC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Popliteal Artery: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EC3850" w:rsidP="00AD4CCC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Patent.  No significant arterial disease seen.</w:t>
            </w: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DA2BDB" w:rsidP="00AD4CC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Calf: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Default="00EC3850" w:rsidP="00AD4CCC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3 vessel run off seen to cross the ankle. 50-74% proximal ATA stenosis.</w:t>
            </w:r>
          </w:p>
          <w:p w:rsidR="00EC3850" w:rsidRPr="00AD4CCC" w:rsidRDefault="00EC3850" w:rsidP="00AD4CCC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DA2BDB" w:rsidRPr="00AD4CCC" w:rsidTr="00AD4CCC">
        <w:trPr>
          <w:gridAfter w:val="1"/>
          <w:wAfter w:w="13" w:type="dxa"/>
        </w:trPr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DA2BDB" w:rsidP="00AD4CC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  <w:bookmarkStart w:id="0" w:name="_GoBack"/>
            <w:bookmarkEnd w:id="0"/>
          </w:p>
        </w:tc>
        <w:tc>
          <w:tcPr>
            <w:tcW w:w="776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DE78E2" w:rsidP="00AD4CCC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Robert James - Clinical Vascular Scientist </w:t>
            </w:r>
          </w:p>
        </w:tc>
      </w:tr>
    </w:tbl>
    <w:p w:rsidR="00694581" w:rsidRPr="00485B7E" w:rsidRDefault="00694581">
      <w:pPr>
        <w:rPr>
          <w:rFonts w:ascii="Arial" w:hAnsi="Arial" w:cs="Arial"/>
          <w:sz w:val="18"/>
          <w:szCs w:val="18"/>
        </w:rPr>
      </w:pPr>
    </w:p>
    <w:sectPr w:rsidR="00694581" w:rsidRPr="00485B7E" w:rsidSect="000432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78E2" w:rsidRDefault="00DE78E2">
      <w:r>
        <w:separator/>
      </w:r>
    </w:p>
  </w:endnote>
  <w:endnote w:type="continuationSeparator" w:id="0">
    <w:p w:rsidR="00DE78E2" w:rsidRDefault="00DE7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F05" w:rsidRDefault="007E0F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420" w:rsidRPr="009B78AC" w:rsidRDefault="00042420" w:rsidP="009B78AC">
    <w:pPr>
      <w:pStyle w:val="Footer"/>
      <w:jc w:val="right"/>
      <w:rPr>
        <w:color w:val="3366FF"/>
        <w:sz w:val="16"/>
        <w:szCs w:val="16"/>
      </w:rPr>
    </w:pPr>
    <w:proofErr w:type="gramStart"/>
    <w:r w:rsidRPr="00C20D96">
      <w:rPr>
        <w:rStyle w:val="PageNumber"/>
        <w:rFonts w:ascii="Arial" w:hAnsi="Arial" w:cs="Arial"/>
        <w:color w:val="3366FF"/>
        <w:sz w:val="16"/>
        <w:szCs w:val="16"/>
      </w:rPr>
      <w:t>Genesis</w:t>
    </w:r>
    <w:r w:rsidRPr="00C20D96">
      <w:rPr>
        <w:rStyle w:val="PageNumber"/>
        <w:rFonts w:ascii="Arial" w:hAnsi="Arial" w:cs="Arial"/>
        <w:b/>
        <w:i/>
        <w:color w:val="999999"/>
        <w:sz w:val="16"/>
        <w:szCs w:val="16"/>
        <w:vertAlign w:val="superscript"/>
      </w:rPr>
      <w:t>2</w:t>
    </w:r>
    <w:r w:rsidRPr="00C20D96">
      <w:rPr>
        <w:rStyle w:val="PageNumber"/>
        <w:rFonts w:ascii="Arial" w:hAnsi="Arial" w:cs="Arial"/>
        <w:b/>
        <w:i/>
        <w:color w:val="333333"/>
        <w:sz w:val="16"/>
        <w:szCs w:val="16"/>
      </w:rPr>
      <w:t xml:space="preserve"> </w:t>
    </w:r>
    <w:r w:rsidRPr="00C20D96">
      <w:rPr>
        <w:rStyle w:val="PageNumber"/>
        <w:rFonts w:ascii="Arial" w:hAnsi="Arial" w:cs="Arial"/>
        <w:color w:val="3366FF"/>
        <w:sz w:val="16"/>
        <w:szCs w:val="16"/>
      </w:rPr>
      <w:t xml:space="preserve"> </w:t>
    </w:r>
    <w:r>
      <w:rPr>
        <w:rStyle w:val="PageNumber"/>
        <w:rFonts w:ascii="Arial" w:hAnsi="Arial" w:cs="Arial"/>
        <w:color w:val="C0C0C0"/>
        <w:sz w:val="16"/>
        <w:szCs w:val="16"/>
      </w:rPr>
      <w:t>vascular</w:t>
    </w:r>
    <w:proofErr w:type="gramEnd"/>
    <w:r>
      <w:rPr>
        <w:rStyle w:val="PageNumber"/>
        <w:rFonts w:ascii="Arial" w:hAnsi="Arial" w:cs="Arial"/>
        <w:color w:val="C0C0C0"/>
        <w:sz w:val="16"/>
        <w:szCs w:val="16"/>
      </w:rPr>
      <w:t xml:space="preserve"> reporting system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F05" w:rsidRDefault="007E0F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78E2" w:rsidRDefault="00DE78E2">
      <w:r>
        <w:separator/>
      </w:r>
    </w:p>
  </w:footnote>
  <w:footnote w:type="continuationSeparator" w:id="0">
    <w:p w:rsidR="00DE78E2" w:rsidRDefault="00DE78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F05" w:rsidRDefault="007E0F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2AB" w:rsidRDefault="00051E26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4772025</wp:posOffset>
          </wp:positionH>
          <wp:positionV relativeFrom="paragraph">
            <wp:posOffset>-9525</wp:posOffset>
          </wp:positionV>
          <wp:extent cx="1452880" cy="570230"/>
          <wp:effectExtent l="0" t="0" r="0" b="0"/>
          <wp:wrapNone/>
          <wp:docPr id="1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F05" w:rsidRDefault="007E0F0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7">
      <o:colormenu v:ext="edit" fillcolor="none" strokecolor="none [32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8E2"/>
    <w:rsid w:val="00042420"/>
    <w:rsid w:val="000432AB"/>
    <w:rsid w:val="00043F16"/>
    <w:rsid w:val="00051E26"/>
    <w:rsid w:val="00082FF5"/>
    <w:rsid w:val="00086614"/>
    <w:rsid w:val="00091394"/>
    <w:rsid w:val="000A3239"/>
    <w:rsid w:val="00106CEB"/>
    <w:rsid w:val="00130125"/>
    <w:rsid w:val="00130D4E"/>
    <w:rsid w:val="0015111F"/>
    <w:rsid w:val="00183E5B"/>
    <w:rsid w:val="002027E7"/>
    <w:rsid w:val="00202BBA"/>
    <w:rsid w:val="0020510B"/>
    <w:rsid w:val="00210AA3"/>
    <w:rsid w:val="00216637"/>
    <w:rsid w:val="002370B1"/>
    <w:rsid w:val="002523B4"/>
    <w:rsid w:val="00252DD3"/>
    <w:rsid w:val="00260635"/>
    <w:rsid w:val="002627E4"/>
    <w:rsid w:val="00267D9C"/>
    <w:rsid w:val="00274108"/>
    <w:rsid w:val="00282F69"/>
    <w:rsid w:val="002845F4"/>
    <w:rsid w:val="00292A06"/>
    <w:rsid w:val="002C2267"/>
    <w:rsid w:val="002D5608"/>
    <w:rsid w:val="002F29A9"/>
    <w:rsid w:val="002F6CBE"/>
    <w:rsid w:val="00301EB7"/>
    <w:rsid w:val="00317A10"/>
    <w:rsid w:val="00324B94"/>
    <w:rsid w:val="00332965"/>
    <w:rsid w:val="003512C1"/>
    <w:rsid w:val="00377319"/>
    <w:rsid w:val="00387E23"/>
    <w:rsid w:val="003A31C2"/>
    <w:rsid w:val="003B7DF9"/>
    <w:rsid w:val="00400424"/>
    <w:rsid w:val="00411DD4"/>
    <w:rsid w:val="0041713E"/>
    <w:rsid w:val="0043201F"/>
    <w:rsid w:val="004400FD"/>
    <w:rsid w:val="00443A11"/>
    <w:rsid w:val="00446D9E"/>
    <w:rsid w:val="004479C2"/>
    <w:rsid w:val="004638FD"/>
    <w:rsid w:val="00475D18"/>
    <w:rsid w:val="0048352E"/>
    <w:rsid w:val="00485B7E"/>
    <w:rsid w:val="004932D3"/>
    <w:rsid w:val="004934E7"/>
    <w:rsid w:val="00495E7E"/>
    <w:rsid w:val="004A5B9A"/>
    <w:rsid w:val="004F7760"/>
    <w:rsid w:val="00557B5A"/>
    <w:rsid w:val="00563FE1"/>
    <w:rsid w:val="00572033"/>
    <w:rsid w:val="005812E7"/>
    <w:rsid w:val="005B625A"/>
    <w:rsid w:val="005E5BC0"/>
    <w:rsid w:val="005F2B04"/>
    <w:rsid w:val="0063591E"/>
    <w:rsid w:val="0064526C"/>
    <w:rsid w:val="006571CF"/>
    <w:rsid w:val="00687CAB"/>
    <w:rsid w:val="00694581"/>
    <w:rsid w:val="006A4D8E"/>
    <w:rsid w:val="00704284"/>
    <w:rsid w:val="00756F42"/>
    <w:rsid w:val="0077506E"/>
    <w:rsid w:val="00781E01"/>
    <w:rsid w:val="00784424"/>
    <w:rsid w:val="00796C22"/>
    <w:rsid w:val="007A7B01"/>
    <w:rsid w:val="007C096F"/>
    <w:rsid w:val="007D2F8F"/>
    <w:rsid w:val="007E0A39"/>
    <w:rsid w:val="007E0F05"/>
    <w:rsid w:val="007F000A"/>
    <w:rsid w:val="007F42AE"/>
    <w:rsid w:val="00845175"/>
    <w:rsid w:val="008527CA"/>
    <w:rsid w:val="00861785"/>
    <w:rsid w:val="008B349C"/>
    <w:rsid w:val="008B5D7F"/>
    <w:rsid w:val="008D344E"/>
    <w:rsid w:val="008D7812"/>
    <w:rsid w:val="008E427B"/>
    <w:rsid w:val="00911F56"/>
    <w:rsid w:val="0093355A"/>
    <w:rsid w:val="00937D9E"/>
    <w:rsid w:val="0094691B"/>
    <w:rsid w:val="009725AE"/>
    <w:rsid w:val="009764F6"/>
    <w:rsid w:val="009A10DE"/>
    <w:rsid w:val="009A34D2"/>
    <w:rsid w:val="009A5CA0"/>
    <w:rsid w:val="009B78AC"/>
    <w:rsid w:val="009C6954"/>
    <w:rsid w:val="009D2BAA"/>
    <w:rsid w:val="009F11ED"/>
    <w:rsid w:val="00A00D03"/>
    <w:rsid w:val="00A0184B"/>
    <w:rsid w:val="00A50BBC"/>
    <w:rsid w:val="00A5497F"/>
    <w:rsid w:val="00A7491A"/>
    <w:rsid w:val="00AA6449"/>
    <w:rsid w:val="00AA7A3D"/>
    <w:rsid w:val="00AC7F98"/>
    <w:rsid w:val="00AD4CCC"/>
    <w:rsid w:val="00AE30A1"/>
    <w:rsid w:val="00AF27D7"/>
    <w:rsid w:val="00AF65F1"/>
    <w:rsid w:val="00B03316"/>
    <w:rsid w:val="00B46ED4"/>
    <w:rsid w:val="00B642B2"/>
    <w:rsid w:val="00B67AFA"/>
    <w:rsid w:val="00B93720"/>
    <w:rsid w:val="00BC1887"/>
    <w:rsid w:val="00C01F68"/>
    <w:rsid w:val="00C0220C"/>
    <w:rsid w:val="00C4581A"/>
    <w:rsid w:val="00C46C3E"/>
    <w:rsid w:val="00C47CD3"/>
    <w:rsid w:val="00C753A0"/>
    <w:rsid w:val="00C9350C"/>
    <w:rsid w:val="00CA6AD9"/>
    <w:rsid w:val="00CB0994"/>
    <w:rsid w:val="00CC6657"/>
    <w:rsid w:val="00CD1485"/>
    <w:rsid w:val="00CD7188"/>
    <w:rsid w:val="00CE0663"/>
    <w:rsid w:val="00CF4D99"/>
    <w:rsid w:val="00CF5D0F"/>
    <w:rsid w:val="00CF7A3E"/>
    <w:rsid w:val="00D34D9F"/>
    <w:rsid w:val="00D42CEC"/>
    <w:rsid w:val="00D605F8"/>
    <w:rsid w:val="00D662EE"/>
    <w:rsid w:val="00D7046F"/>
    <w:rsid w:val="00D8557F"/>
    <w:rsid w:val="00DA2BDB"/>
    <w:rsid w:val="00DC0837"/>
    <w:rsid w:val="00DD13FB"/>
    <w:rsid w:val="00DE78E2"/>
    <w:rsid w:val="00E071B6"/>
    <w:rsid w:val="00E21EED"/>
    <w:rsid w:val="00E36F1E"/>
    <w:rsid w:val="00E609FE"/>
    <w:rsid w:val="00E64FCC"/>
    <w:rsid w:val="00E70784"/>
    <w:rsid w:val="00E75EB3"/>
    <w:rsid w:val="00E86176"/>
    <w:rsid w:val="00E96ADB"/>
    <w:rsid w:val="00EB390A"/>
    <w:rsid w:val="00EC3850"/>
    <w:rsid w:val="00ED6EC7"/>
    <w:rsid w:val="00EE4D5D"/>
    <w:rsid w:val="00F17B3B"/>
    <w:rsid w:val="00F212E8"/>
    <w:rsid w:val="00F27A7E"/>
    <w:rsid w:val="00FA61EE"/>
    <w:rsid w:val="00FC3506"/>
    <w:rsid w:val="00FD5807"/>
    <w:rsid w:val="00FD5B46"/>
    <w:rsid w:val="00FE1BCB"/>
    <w:rsid w:val="00FE75A5"/>
    <w:rsid w:val="00FF7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enu v:ext="edit" fillcolor="none" strokecolor="none [3212]"/>
    </o:shapedefaults>
    <o:shapelayout v:ext="edit">
      <o:idmap v:ext="edit" data="1"/>
    </o:shapelayout>
  </w:shapeDefaults>
  <w:decimalSymbol w:val="."/>
  <w:listSeparator w:val=","/>
  <w14:docId w14:val="7B1F2C85"/>
  <w15:chartTrackingRefBased/>
  <w15:docId w15:val="{1459CEE2-6F1D-4713-BEE9-DFBFEC59B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xpbh-tr.nhs.uk\Users\Home\jamesr2\Desktop\RIGHT%20SIDE\Arterial%20Rt%20LE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Arterial Rt LEA</Template>
  <TotalTime>0</TotalTime>
  <Pages>1</Pages>
  <Words>114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Patient:</vt:lpstr>
    </vt:vector>
  </TitlesOfParts>
  <Company>Peterborough City Hospital</Company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Patient:</dc:title>
  <dc:subject>Patient Report</dc:subject>
  <dc:creator>James, Robert</dc:creator>
  <cp:keywords/>
  <cp:lastModifiedBy>James, Robert</cp:lastModifiedBy>
  <cp:revision>2</cp:revision>
  <cp:lastPrinted>1900-01-01T00:00:00Z</cp:lastPrinted>
  <dcterms:created xsi:type="dcterms:W3CDTF">2020-08-12T11:40:00Z</dcterms:created>
  <dcterms:modified xsi:type="dcterms:W3CDTF">2020-08-12T11:40:00Z</dcterms:modified>
  <cp:category>Patient Report</cp:category>
</cp:coreProperties>
</file>